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70E" w:rsidRPr="00A134DE" w:rsidRDefault="006F070E" w:rsidP="00C50BAC">
      <w:pPr>
        <w:jc w:val="center"/>
        <w:rPr>
          <w:b/>
          <w:iCs/>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3.25pt;width:63pt;height:70.2pt;z-index:-251658240;visibility:visible">
            <v:imagedata r:id="rId5" o:title=""/>
          </v:shape>
          <o:OLEObject Type="Embed" ProgID="Word.Picture.8" ShapeID="_x0000_s1026" DrawAspect="Content" ObjectID="_1629279479" r:id="rId6"/>
        </w:pict>
      </w:r>
      <w:r w:rsidRPr="00A134DE">
        <w:rPr>
          <w:b/>
          <w:iCs/>
          <w:sz w:val="34"/>
          <w:szCs w:val="34"/>
        </w:rPr>
        <w:t>COMUNE DI PORTO AZZURRO</w:t>
      </w:r>
    </w:p>
    <w:p w:rsidR="006F070E" w:rsidRPr="00BC023D" w:rsidRDefault="006F070E" w:rsidP="00C50BAC">
      <w:pPr>
        <w:jc w:val="center"/>
        <w:rPr>
          <w:b/>
          <w:snapToGrid w:val="0"/>
          <w:sz w:val="24"/>
          <w:szCs w:val="24"/>
        </w:rPr>
      </w:pPr>
      <w:r w:rsidRPr="00BC023D">
        <w:rPr>
          <w:b/>
          <w:snapToGrid w:val="0"/>
          <w:sz w:val="24"/>
          <w:szCs w:val="24"/>
        </w:rPr>
        <w:t>PROVINCIA DI LIVORNO</w:t>
      </w:r>
    </w:p>
    <w:p w:rsidR="006F070E" w:rsidRPr="00B5448E" w:rsidRDefault="006F070E" w:rsidP="00CE1495">
      <w:pPr>
        <w:jc w:val="both"/>
        <w:rPr>
          <w:sz w:val="12"/>
          <w:szCs w:val="12"/>
        </w:rPr>
      </w:pPr>
    </w:p>
    <w:p w:rsidR="006F070E" w:rsidRPr="00BC023D" w:rsidRDefault="006F070E" w:rsidP="00BC023D">
      <w:pPr>
        <w:pStyle w:val="Heading1"/>
        <w:tabs>
          <w:tab w:val="center" w:pos="-4253"/>
        </w:tabs>
        <w:rPr>
          <w:rFonts w:ascii="Times New Roman" w:hAnsi="Times New Roman"/>
          <w:i w:val="0"/>
          <w:iCs/>
          <w:sz w:val="24"/>
          <w:szCs w:val="24"/>
        </w:rPr>
      </w:pPr>
      <w:r w:rsidRPr="00BC023D">
        <w:rPr>
          <w:rFonts w:ascii="Times New Roman" w:hAnsi="Times New Roman"/>
          <w:i w:val="0"/>
          <w:iCs/>
          <w:sz w:val="24"/>
          <w:szCs w:val="24"/>
        </w:rPr>
        <w:t>PROVVEDIMENTO DI LIQUIDAZIONE</w:t>
      </w:r>
    </w:p>
    <w:p w:rsidR="006F070E" w:rsidRPr="00BC023D" w:rsidRDefault="006F070E" w:rsidP="00C50BAC">
      <w:pPr>
        <w:jc w:val="center"/>
        <w:rPr>
          <w:b/>
          <w:bCs/>
          <w:sz w:val="24"/>
          <w:szCs w:val="24"/>
        </w:rPr>
      </w:pPr>
      <w:r w:rsidRPr="00BC023D">
        <w:rPr>
          <w:b/>
          <w:bCs/>
          <w:sz w:val="24"/>
          <w:szCs w:val="24"/>
        </w:rPr>
        <w:t>AREA TECNICA</w:t>
      </w:r>
    </w:p>
    <w:p w:rsidR="006F070E" w:rsidRPr="000A3E71" w:rsidRDefault="006F070E">
      <w:pPr>
        <w:jc w:val="center"/>
        <w:rPr>
          <w:b/>
          <w:sz w:val="12"/>
          <w:szCs w:val="12"/>
        </w:rPr>
      </w:pP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71"/>
        <w:gridCol w:w="9072"/>
      </w:tblGrid>
      <w:tr w:rsidR="006F070E" w:rsidTr="00BC023D">
        <w:trPr>
          <w:trHeight w:val="1323"/>
        </w:trPr>
        <w:tc>
          <w:tcPr>
            <w:tcW w:w="1771" w:type="dxa"/>
          </w:tcPr>
          <w:p w:rsidR="006F070E" w:rsidRPr="00BC023D" w:rsidRDefault="006F070E" w:rsidP="00CC6F2B">
            <w:pPr>
              <w:rPr>
                <w:bCs/>
                <w:sz w:val="22"/>
                <w:szCs w:val="22"/>
              </w:rPr>
            </w:pPr>
            <w:r w:rsidRPr="00BC023D">
              <w:rPr>
                <w:sz w:val="22"/>
                <w:szCs w:val="22"/>
              </w:rPr>
              <w:t>Esercizio 201</w:t>
            </w:r>
            <w:r>
              <w:rPr>
                <w:sz w:val="22"/>
                <w:szCs w:val="22"/>
              </w:rPr>
              <w:t>9</w:t>
            </w:r>
          </w:p>
          <w:p w:rsidR="006F070E" w:rsidRPr="00BC023D" w:rsidRDefault="006F070E" w:rsidP="00F65684">
            <w:pPr>
              <w:pStyle w:val="Heading3"/>
              <w:jc w:val="left"/>
              <w:rPr>
                <w:rFonts w:ascii="Times New Roman" w:hAnsi="Times New Roman"/>
                <w:bCs/>
                <w:sz w:val="18"/>
                <w:szCs w:val="18"/>
              </w:rPr>
            </w:pPr>
            <w:r w:rsidRPr="00BC023D">
              <w:rPr>
                <w:rFonts w:ascii="Times New Roman" w:hAnsi="Times New Roman"/>
                <w:bCs/>
                <w:sz w:val="18"/>
                <w:szCs w:val="18"/>
              </w:rPr>
              <w:t>Provvedimento di Liquidazione</w:t>
            </w:r>
          </w:p>
          <w:p w:rsidR="006F070E" w:rsidRPr="00BC023D" w:rsidRDefault="006F070E" w:rsidP="00391978">
            <w:pPr>
              <w:rPr>
                <w:b/>
                <w:sz w:val="22"/>
                <w:szCs w:val="22"/>
              </w:rPr>
            </w:pPr>
            <w:r w:rsidRPr="00BC023D">
              <w:rPr>
                <w:bCs/>
                <w:sz w:val="22"/>
                <w:szCs w:val="22"/>
              </w:rPr>
              <w:t xml:space="preserve">N. </w:t>
            </w:r>
            <w:r>
              <w:rPr>
                <w:b/>
                <w:bCs/>
                <w:sz w:val="22"/>
                <w:szCs w:val="22"/>
              </w:rPr>
              <w:t>257</w:t>
            </w:r>
          </w:p>
          <w:p w:rsidR="006F070E" w:rsidRPr="0066298D" w:rsidRDefault="006F070E" w:rsidP="009B0C85">
            <w:pPr>
              <w:rPr>
                <w:b/>
                <w:bCs/>
                <w:sz w:val="24"/>
              </w:rPr>
            </w:pPr>
            <w:r>
              <w:rPr>
                <w:b/>
                <w:sz w:val="22"/>
                <w:szCs w:val="22"/>
              </w:rPr>
              <w:t>09.09.2019</w:t>
            </w:r>
          </w:p>
        </w:tc>
        <w:tc>
          <w:tcPr>
            <w:tcW w:w="9072" w:type="dxa"/>
          </w:tcPr>
          <w:p w:rsidR="006F070E" w:rsidRPr="00B62D93" w:rsidRDefault="006F070E" w:rsidP="00491A80">
            <w:pPr>
              <w:ind w:left="1773" w:hanging="1773"/>
              <w:rPr>
                <w:b/>
                <w:bCs/>
                <w:sz w:val="22"/>
                <w:szCs w:val="22"/>
                <w:u w:val="single"/>
              </w:rPr>
            </w:pPr>
            <w:r w:rsidRPr="00BC023D">
              <w:rPr>
                <w:bCs/>
                <w:sz w:val="22"/>
                <w:szCs w:val="22"/>
              </w:rPr>
              <w:t xml:space="preserve">Ditta da liquidare:  </w:t>
            </w:r>
            <w:r w:rsidRPr="00B62D93">
              <w:rPr>
                <w:b/>
                <w:bCs/>
                <w:sz w:val="22"/>
                <w:szCs w:val="22"/>
                <w:u w:val="single"/>
              </w:rPr>
              <w:t>Omaelba S.r.l., Via Frida Misul, 44, Livorno LI, P.IVA 01072190497</w:t>
            </w:r>
          </w:p>
          <w:p w:rsidR="006F070E" w:rsidRPr="0069748F" w:rsidRDefault="006F070E" w:rsidP="006725F1">
            <w:pPr>
              <w:pStyle w:val="Heading6"/>
              <w:rPr>
                <w:sz w:val="22"/>
                <w:szCs w:val="22"/>
              </w:rPr>
            </w:pPr>
            <w:r w:rsidRPr="00BC023D">
              <w:rPr>
                <w:bCs w:val="0"/>
                <w:sz w:val="22"/>
                <w:szCs w:val="22"/>
              </w:rPr>
              <w:t xml:space="preserve">CIG: </w:t>
            </w:r>
            <w:r>
              <w:rPr>
                <w:sz w:val="22"/>
                <w:szCs w:val="22"/>
              </w:rPr>
              <w:t>Z0F2986304</w:t>
            </w:r>
          </w:p>
          <w:p w:rsidR="006F070E" w:rsidRPr="00B62D93" w:rsidRDefault="006F070E" w:rsidP="00784171">
            <w:pPr>
              <w:pStyle w:val="Heading6"/>
              <w:rPr>
                <w:sz w:val="22"/>
                <w:szCs w:val="22"/>
              </w:rPr>
            </w:pPr>
            <w:r w:rsidRPr="00BC023D">
              <w:rPr>
                <w:b w:val="0"/>
                <w:bCs w:val="0"/>
                <w:sz w:val="22"/>
                <w:szCs w:val="22"/>
              </w:rPr>
              <w:t xml:space="preserve">Oggetto della spesa: </w:t>
            </w:r>
            <w:r w:rsidRPr="00BC023D">
              <w:rPr>
                <w:bCs w:val="0"/>
                <w:sz w:val="22"/>
                <w:szCs w:val="22"/>
              </w:rPr>
              <w:t xml:space="preserve">Liquidazione per pagamento </w:t>
            </w:r>
            <w:r w:rsidRPr="00B62D93">
              <w:rPr>
                <w:sz w:val="22"/>
                <w:szCs w:val="22"/>
              </w:rPr>
              <w:t>prenotazione revisione e lavori pre-revisione sul mezzo Scuolabus targato CH084FW in dotazione all'Ufficio Tecnico LL.PP.</w:t>
            </w:r>
          </w:p>
        </w:tc>
      </w:tr>
    </w:tbl>
    <w:p w:rsidR="006F070E" w:rsidRPr="001E621C" w:rsidRDefault="006F070E" w:rsidP="00F6471E">
      <w:pPr>
        <w:jc w:val="both"/>
        <w:rPr>
          <w:sz w:val="6"/>
          <w:szCs w:val="6"/>
        </w:rPr>
      </w:pPr>
    </w:p>
    <w:p w:rsidR="006F070E" w:rsidRPr="00BC023D" w:rsidRDefault="006F070E" w:rsidP="00F6471E">
      <w:pPr>
        <w:pStyle w:val="Heading3"/>
        <w:rPr>
          <w:rFonts w:ascii="Times New Roman" w:hAnsi="Times New Roman"/>
          <w:sz w:val="22"/>
          <w:szCs w:val="22"/>
        </w:rPr>
      </w:pPr>
      <w:r w:rsidRPr="00BC023D">
        <w:rPr>
          <w:rFonts w:ascii="Times New Roman" w:hAnsi="Times New Roman"/>
          <w:sz w:val="22"/>
          <w:szCs w:val="22"/>
        </w:rPr>
        <w:t xml:space="preserve">IL RESPONSABILE DEL SERVIZIO </w:t>
      </w:r>
    </w:p>
    <w:p w:rsidR="006F070E" w:rsidRDefault="006F070E" w:rsidP="00F6471E">
      <w:pPr>
        <w:jc w:val="both"/>
        <w:rPr>
          <w:i/>
        </w:rPr>
      </w:pPr>
      <w:r>
        <w:rPr>
          <w:b/>
          <w:i/>
        </w:rPr>
        <w:t>Richiamata</w:t>
      </w:r>
      <w:r>
        <w:rPr>
          <w:i/>
        </w:rPr>
        <w:t xml:space="preserve"> la Deliberazione di Giunta Comunale n. 119 del 21.05.2019 avente ad oggetto “Posizioni organizzative. Presa d’atto decadenza. Adozione provvedimenti temporanei” con la quale viene assegnata in via temporanea e provvisoria fino alla graduazione delle posizioni istituite nell’Ente, la Responsabilità dell’Area Tecnica Lavori Pubblici / Gestione del Territorio / Demanio            all’Ass. Antonio LAMBARDI;</w:t>
      </w:r>
    </w:p>
    <w:p w:rsidR="006F070E" w:rsidRDefault="006F070E" w:rsidP="00F6471E">
      <w:pPr>
        <w:jc w:val="both"/>
        <w:rPr>
          <w:i/>
          <w:sz w:val="6"/>
          <w:szCs w:val="6"/>
        </w:rPr>
      </w:pPr>
    </w:p>
    <w:p w:rsidR="006F070E" w:rsidRDefault="006F070E" w:rsidP="00F6471E">
      <w:pPr>
        <w:jc w:val="both"/>
        <w:rPr>
          <w:i/>
        </w:rPr>
      </w:pPr>
      <w:r>
        <w:rPr>
          <w:b/>
          <w:i/>
        </w:rPr>
        <w:t>Visto</w:t>
      </w:r>
      <w:r>
        <w:rPr>
          <w:i/>
        </w:rPr>
        <w:t xml:space="preserve"> il provvedimento del Sindaco n. 7 del 21.05.2019 con cui vengono attribuite all’Ass. Antonio LAMBARDI le funzioni di Responsabile dell’Area Tecnica LL.PP. / Tutela ambientale / Demanio, a titolo provvisorio e gratuito;</w:t>
      </w:r>
    </w:p>
    <w:p w:rsidR="006F070E" w:rsidRDefault="006F070E" w:rsidP="00F6471E">
      <w:pPr>
        <w:jc w:val="both"/>
        <w:rPr>
          <w:i/>
          <w:sz w:val="6"/>
          <w:szCs w:val="6"/>
        </w:rPr>
      </w:pPr>
    </w:p>
    <w:p w:rsidR="006F070E" w:rsidRDefault="006F070E" w:rsidP="00F6471E">
      <w:pPr>
        <w:jc w:val="both"/>
        <w:rPr>
          <w:i/>
        </w:rPr>
      </w:pPr>
      <w:r w:rsidRPr="009B6357">
        <w:rPr>
          <w:b/>
          <w:i/>
        </w:rPr>
        <w:t>Visto</w:t>
      </w:r>
      <w:r w:rsidRPr="009B6357">
        <w:rPr>
          <w:i/>
        </w:rPr>
        <w:t xml:space="preserve"> altresì il provvedimento del Sindaco n. 10 del 11.07.2019 con cui vengono attribuite al Dr. Vilmano MAZZEI le funzioni di Responsabile dell’Area Servizi Finanziari, per la durata di anni 3, salve le ipotesi di revoca di cui all’art. 14 del CCNL;</w:t>
      </w:r>
    </w:p>
    <w:p w:rsidR="006F070E" w:rsidRDefault="006F070E" w:rsidP="00F6471E">
      <w:pPr>
        <w:jc w:val="both"/>
        <w:rPr>
          <w:i/>
          <w:sz w:val="6"/>
          <w:szCs w:val="6"/>
        </w:rPr>
      </w:pPr>
    </w:p>
    <w:p w:rsidR="006F070E" w:rsidRPr="001F126B" w:rsidRDefault="006F070E" w:rsidP="00F6471E">
      <w:pPr>
        <w:jc w:val="both"/>
        <w:rPr>
          <w:i/>
        </w:rPr>
      </w:pPr>
      <w:r w:rsidRPr="001F126B">
        <w:rPr>
          <w:b/>
          <w:i/>
        </w:rPr>
        <w:t>Vista</w:t>
      </w:r>
      <w:r w:rsidRPr="001F126B">
        <w:rPr>
          <w:i/>
        </w:rPr>
        <w:t xml:space="preserve"> la Deliberazione di Consiglio Comunale n. 025 del 28.03.2019 avente ad oggetto “Bilancio di previsione triennio 2019-2021. Approvazione”;</w:t>
      </w:r>
    </w:p>
    <w:p w:rsidR="006F070E" w:rsidRDefault="006F070E" w:rsidP="00F6471E">
      <w:pPr>
        <w:jc w:val="both"/>
        <w:rPr>
          <w:i/>
          <w:sz w:val="6"/>
          <w:szCs w:val="6"/>
        </w:rPr>
      </w:pPr>
    </w:p>
    <w:p w:rsidR="006F070E" w:rsidRPr="001F126B" w:rsidRDefault="006F070E" w:rsidP="00F6471E">
      <w:pPr>
        <w:jc w:val="both"/>
        <w:rPr>
          <w:i/>
        </w:rPr>
      </w:pPr>
      <w:r w:rsidRPr="001F126B">
        <w:rPr>
          <w:b/>
          <w:i/>
        </w:rPr>
        <w:t>Vista</w:t>
      </w:r>
      <w:r w:rsidRPr="001F126B">
        <w:rPr>
          <w:i/>
        </w:rPr>
        <w:t xml:space="preserve"> la Deliberazione di Giunta Comunale n. 167 del 09.07.2019 avente ad oggetto “Approvazione Piano Esecutivo di Gestione Anno </w:t>
      </w:r>
      <w:smartTag w:uri="urn:schemas-microsoft-com:office:smarttags" w:element="metricconverter">
        <w:smartTagPr>
          <w:attr w:name="ProductID" w:val="2019”"/>
        </w:smartTagPr>
        <w:r w:rsidRPr="001F126B">
          <w:rPr>
            <w:i/>
          </w:rPr>
          <w:t>2019”</w:t>
        </w:r>
      </w:smartTag>
      <w:r w:rsidRPr="001F126B">
        <w:rPr>
          <w:i/>
        </w:rPr>
        <w:t>;</w:t>
      </w:r>
    </w:p>
    <w:p w:rsidR="006F070E" w:rsidRDefault="006F070E" w:rsidP="00F6471E">
      <w:pPr>
        <w:jc w:val="both"/>
        <w:rPr>
          <w:i/>
          <w:sz w:val="6"/>
          <w:szCs w:val="6"/>
        </w:rPr>
      </w:pPr>
    </w:p>
    <w:p w:rsidR="006F070E" w:rsidRDefault="006F070E" w:rsidP="00F6471E">
      <w:pPr>
        <w:pStyle w:val="PlainText"/>
        <w:jc w:val="both"/>
        <w:rPr>
          <w:rFonts w:ascii="Times New Roman" w:hAnsi="Times New Roman"/>
        </w:rPr>
      </w:pPr>
      <w:r>
        <w:rPr>
          <w:rFonts w:ascii="Times New Roman" w:hAnsi="Times New Roman"/>
          <w:b/>
        </w:rPr>
        <w:t>Viste</w:t>
      </w:r>
      <w:r>
        <w:rPr>
          <w:rFonts w:ascii="Times New Roman" w:hAnsi="Times New Roman"/>
        </w:rPr>
        <w:t xml:space="preserve"> ed esaminate le fatture di seguito riportate ed accertata la loro regolarità agli effetti contabili e fiscali;</w:t>
      </w:r>
    </w:p>
    <w:p w:rsidR="006F070E" w:rsidRDefault="006F070E" w:rsidP="00F6471E">
      <w:pPr>
        <w:jc w:val="both"/>
        <w:rPr>
          <w:sz w:val="6"/>
          <w:szCs w:val="6"/>
        </w:rPr>
      </w:pPr>
    </w:p>
    <w:p w:rsidR="006F070E" w:rsidRDefault="006F070E" w:rsidP="00F6471E">
      <w:pPr>
        <w:pStyle w:val="PlainText"/>
        <w:jc w:val="both"/>
        <w:rPr>
          <w:rFonts w:ascii="Times New Roman" w:hAnsi="Times New Roman"/>
          <w:b/>
          <w:bCs/>
        </w:rPr>
      </w:pPr>
      <w:r>
        <w:rPr>
          <w:rFonts w:ascii="Times New Roman" w:hAnsi="Times New Roman"/>
          <w:b/>
        </w:rPr>
        <w:t xml:space="preserve">Riscontrata </w:t>
      </w:r>
      <w:r>
        <w:rPr>
          <w:rFonts w:ascii="Times New Roman" w:hAnsi="Times New Roman"/>
        </w:rPr>
        <w:t>la regolarità della fornitura, lavoro o servizio e la rispondenza ai requisiti quantitativi e qualitativi, ai termini ed alle condizioni pattuite;</w:t>
      </w:r>
    </w:p>
    <w:p w:rsidR="006F070E" w:rsidRDefault="006F070E" w:rsidP="00F6471E">
      <w:pPr>
        <w:jc w:val="both"/>
        <w:rPr>
          <w:sz w:val="6"/>
          <w:szCs w:val="6"/>
        </w:rPr>
      </w:pPr>
    </w:p>
    <w:p w:rsidR="006F070E" w:rsidRDefault="006F070E" w:rsidP="00F6471E">
      <w:pPr>
        <w:widowControl w:val="0"/>
        <w:jc w:val="both"/>
      </w:pPr>
      <w:r>
        <w:rPr>
          <w:b/>
        </w:rPr>
        <w:t>Visto</w:t>
      </w:r>
      <w:r>
        <w:t xml:space="preserve"> il Documento Unico di Regolarità Contributiva acquisito mediante accesso al sistema DURC online messo a disposizione da INPS ed INAIL, in corso di validità;</w:t>
      </w:r>
    </w:p>
    <w:p w:rsidR="006F070E" w:rsidRDefault="006F070E" w:rsidP="00F6471E">
      <w:pPr>
        <w:jc w:val="both"/>
        <w:rPr>
          <w:sz w:val="6"/>
          <w:szCs w:val="6"/>
        </w:rPr>
      </w:pPr>
    </w:p>
    <w:p w:rsidR="006F070E" w:rsidRPr="00B62D93" w:rsidRDefault="006F070E" w:rsidP="0015550B">
      <w:pPr>
        <w:pStyle w:val="PlainText"/>
        <w:jc w:val="both"/>
        <w:rPr>
          <w:rFonts w:ascii="Times New Roman" w:hAnsi="Times New Roman"/>
          <w:b/>
          <w:bCs/>
          <w:sz w:val="21"/>
          <w:szCs w:val="21"/>
        </w:rPr>
      </w:pPr>
      <w:r w:rsidRPr="00A5334D">
        <w:rPr>
          <w:rFonts w:ascii="Times New Roman" w:hAnsi="Times New Roman"/>
          <w:b/>
          <w:bCs/>
          <w:sz w:val="21"/>
          <w:szCs w:val="21"/>
        </w:rPr>
        <w:t xml:space="preserve">Considerato </w:t>
      </w:r>
      <w:r w:rsidRPr="00A5334D">
        <w:rPr>
          <w:rFonts w:ascii="Times New Roman" w:hAnsi="Times New Roman"/>
          <w:bCs/>
          <w:sz w:val="21"/>
          <w:szCs w:val="21"/>
        </w:rPr>
        <w:t xml:space="preserve">che la spesa è stata impegnata con Determinazione </w:t>
      </w:r>
      <w:r w:rsidRPr="00A5334D">
        <w:rPr>
          <w:rFonts w:ascii="Times New Roman" w:hAnsi="Times New Roman"/>
          <w:b/>
          <w:bCs/>
          <w:sz w:val="21"/>
          <w:szCs w:val="21"/>
        </w:rPr>
        <w:t xml:space="preserve">n. </w:t>
      </w:r>
      <w:r>
        <w:rPr>
          <w:rFonts w:ascii="Times New Roman" w:hAnsi="Times New Roman"/>
          <w:b/>
          <w:bCs/>
          <w:sz w:val="21"/>
          <w:szCs w:val="21"/>
        </w:rPr>
        <w:t>191</w:t>
      </w:r>
      <w:r w:rsidRPr="00A5334D">
        <w:rPr>
          <w:rFonts w:ascii="Times New Roman" w:hAnsi="Times New Roman"/>
          <w:b/>
          <w:bCs/>
          <w:sz w:val="21"/>
          <w:szCs w:val="21"/>
        </w:rPr>
        <w:t xml:space="preserve"> del </w:t>
      </w:r>
      <w:r w:rsidRPr="00B62D93">
        <w:rPr>
          <w:rFonts w:ascii="Times New Roman" w:hAnsi="Times New Roman"/>
          <w:b/>
          <w:bCs/>
          <w:sz w:val="21"/>
          <w:szCs w:val="21"/>
        </w:rPr>
        <w:t>20.08</w:t>
      </w:r>
      <w:r w:rsidRPr="00A5334D">
        <w:rPr>
          <w:rFonts w:ascii="Times New Roman" w:hAnsi="Times New Roman"/>
          <w:b/>
          <w:bCs/>
          <w:sz w:val="21"/>
          <w:szCs w:val="21"/>
        </w:rPr>
        <w:t>.2019</w:t>
      </w:r>
      <w:r w:rsidRPr="00A5334D">
        <w:rPr>
          <w:rFonts w:ascii="Times New Roman" w:hAnsi="Times New Roman"/>
          <w:bCs/>
          <w:sz w:val="21"/>
          <w:szCs w:val="21"/>
        </w:rPr>
        <w:t xml:space="preserve"> mediante imputazione sul</w:t>
      </w:r>
      <w:r w:rsidRPr="00A5334D">
        <w:rPr>
          <w:rFonts w:ascii="Times New Roman" w:hAnsi="Times New Roman"/>
          <w:b/>
          <w:bCs/>
          <w:sz w:val="21"/>
          <w:szCs w:val="21"/>
        </w:rPr>
        <w:t xml:space="preserve"> Codice di bilancio U </w:t>
      </w:r>
      <w:r w:rsidRPr="00B62D93">
        <w:rPr>
          <w:rFonts w:ascii="Times New Roman" w:hAnsi="Times New Roman"/>
          <w:b/>
          <w:bCs/>
          <w:sz w:val="21"/>
          <w:szCs w:val="21"/>
        </w:rPr>
        <w:t>1030209011 – 10201300 / 7</w:t>
      </w:r>
    </w:p>
    <w:p w:rsidR="006F070E" w:rsidRPr="00A5334D" w:rsidRDefault="006F070E" w:rsidP="0015550B">
      <w:pPr>
        <w:pStyle w:val="PlainText"/>
        <w:jc w:val="both"/>
        <w:rPr>
          <w:rFonts w:ascii="Times New Roman" w:hAnsi="Times New Roman"/>
          <w:bCs/>
          <w:sz w:val="6"/>
          <w:szCs w:val="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73"/>
      </w:tblGrid>
      <w:tr w:rsidR="006F070E" w:rsidRPr="002970D3" w:rsidTr="00BC023D">
        <w:tc>
          <w:tcPr>
            <w:tcW w:w="10773" w:type="dxa"/>
          </w:tcPr>
          <w:p w:rsidR="006F070E" w:rsidRPr="006C42E8" w:rsidRDefault="006F070E" w:rsidP="00B74D60">
            <w:pPr>
              <w:jc w:val="both"/>
              <w:rPr>
                <w:sz w:val="6"/>
                <w:szCs w:val="6"/>
              </w:rPr>
            </w:pPr>
          </w:p>
          <w:p w:rsidR="006F070E" w:rsidRPr="00B74D60" w:rsidRDefault="006F070E" w:rsidP="00B74D60">
            <w:pPr>
              <w:jc w:val="center"/>
              <w:rPr>
                <w:b/>
                <w:sz w:val="22"/>
                <w:szCs w:val="22"/>
              </w:rPr>
            </w:pPr>
            <w:r w:rsidRPr="00B74D60">
              <w:rPr>
                <w:sz w:val="22"/>
                <w:szCs w:val="22"/>
              </w:rPr>
              <w:t>Imp. ………</w:t>
            </w:r>
            <w:r>
              <w:rPr>
                <w:b/>
                <w:sz w:val="22"/>
                <w:szCs w:val="22"/>
              </w:rPr>
              <w:t>1127</w:t>
            </w:r>
            <w:r w:rsidRPr="006840B5">
              <w:rPr>
                <w:b/>
                <w:sz w:val="22"/>
                <w:szCs w:val="22"/>
              </w:rPr>
              <w:t>/2019</w:t>
            </w:r>
            <w:r w:rsidRPr="00B74D60">
              <w:rPr>
                <w:sz w:val="22"/>
                <w:szCs w:val="22"/>
              </w:rPr>
              <w:t>……… SUB Imp. ………</w:t>
            </w:r>
            <w:r w:rsidRPr="00BF7E6E">
              <w:rPr>
                <w:sz w:val="22"/>
                <w:szCs w:val="22"/>
              </w:rPr>
              <w:t>/</w:t>
            </w:r>
            <w:r w:rsidRPr="00B74D60">
              <w:rPr>
                <w:sz w:val="22"/>
                <w:szCs w:val="22"/>
              </w:rPr>
              <w:t>………  RESIDUO ………………</w:t>
            </w:r>
          </w:p>
          <w:p w:rsidR="006F070E" w:rsidRPr="00B74D60" w:rsidRDefault="006F070E" w:rsidP="00B74D60">
            <w:pPr>
              <w:ind w:left="-108"/>
              <w:jc w:val="center"/>
              <w:rPr>
                <w:sz w:val="21"/>
                <w:szCs w:val="21"/>
              </w:rPr>
            </w:pPr>
            <w:r w:rsidRPr="00B74D60">
              <w:rPr>
                <w:sz w:val="21"/>
                <w:szCs w:val="21"/>
              </w:rPr>
              <w:t>FINANZIATO VINCOLATO CON:  □ Oneri di Urbanizzazione     □  Mutuo</w:t>
            </w:r>
          </w:p>
          <w:p w:rsidR="006F070E" w:rsidRPr="006C42E8" w:rsidRDefault="006F070E" w:rsidP="00B74D60">
            <w:pPr>
              <w:ind w:left="1020"/>
              <w:jc w:val="both"/>
              <w:rPr>
                <w:sz w:val="6"/>
                <w:szCs w:val="6"/>
              </w:rPr>
            </w:pPr>
          </w:p>
        </w:tc>
      </w:tr>
    </w:tbl>
    <w:p w:rsidR="006F070E" w:rsidRPr="007C5B7A" w:rsidRDefault="006F070E" w:rsidP="00A5334D">
      <w:pPr>
        <w:jc w:val="both"/>
        <w:rPr>
          <w:b/>
          <w:sz w:val="6"/>
          <w:szCs w:val="6"/>
        </w:rPr>
      </w:pPr>
    </w:p>
    <w:p w:rsidR="006F070E" w:rsidRPr="00E67A78" w:rsidRDefault="006F070E" w:rsidP="00A5334D">
      <w:pPr>
        <w:jc w:val="both"/>
      </w:pPr>
      <w:r w:rsidRPr="00E67A78">
        <w:rPr>
          <w:b/>
        </w:rPr>
        <w:t>Visto</w:t>
      </w:r>
      <w:r w:rsidRPr="00E67A78">
        <w:t xml:space="preserve"> l’art. 184 del D.Lgs. 267/2000 TUEL;</w:t>
      </w:r>
    </w:p>
    <w:p w:rsidR="006F070E" w:rsidRPr="007C5B7A" w:rsidRDefault="006F070E" w:rsidP="00A5334D">
      <w:pPr>
        <w:jc w:val="both"/>
        <w:rPr>
          <w:b/>
          <w:sz w:val="6"/>
          <w:szCs w:val="6"/>
        </w:rPr>
      </w:pPr>
    </w:p>
    <w:p w:rsidR="006F070E" w:rsidRDefault="006F070E" w:rsidP="00A5334D">
      <w:pPr>
        <w:jc w:val="both"/>
      </w:pPr>
      <w:r w:rsidRPr="00E67A78">
        <w:rPr>
          <w:b/>
        </w:rPr>
        <w:t>Visto</w:t>
      </w:r>
      <w:r w:rsidRPr="00E67A78">
        <w:t xml:space="preserve"> l’art. 35 del vigente Regolamento di Contabilità;</w:t>
      </w:r>
    </w:p>
    <w:p w:rsidR="006F070E" w:rsidRDefault="006F070E" w:rsidP="00A5334D">
      <w:pPr>
        <w:pStyle w:val="Heading4"/>
        <w:rPr>
          <w:rFonts w:ascii="Times New Roman" w:hAnsi="Times New Roman"/>
          <w:sz w:val="22"/>
          <w:szCs w:val="22"/>
        </w:rPr>
      </w:pPr>
      <w:r w:rsidRPr="00BC023D">
        <w:rPr>
          <w:rFonts w:ascii="Times New Roman" w:hAnsi="Times New Roman"/>
          <w:sz w:val="22"/>
          <w:szCs w:val="22"/>
        </w:rPr>
        <w:t>D E T E R M I N A</w:t>
      </w:r>
    </w:p>
    <w:p w:rsidR="006F070E" w:rsidRDefault="006F070E" w:rsidP="00A5334D">
      <w:pPr>
        <w:jc w:val="both"/>
      </w:pPr>
      <w:r w:rsidRPr="00E67A78">
        <w:rPr>
          <w:b/>
        </w:rPr>
        <w:t xml:space="preserve">Di provvedere </w:t>
      </w:r>
      <w:r w:rsidRPr="00E67A78">
        <w:t>alla liquidazione</w:t>
      </w:r>
      <w:r w:rsidRPr="00E67A78">
        <w:rPr>
          <w:b/>
        </w:rPr>
        <w:t xml:space="preserve"> </w:t>
      </w:r>
      <w:r w:rsidRPr="00E67A78">
        <w:t xml:space="preserve">delle sotto indicate fatture per un importo complessivo di </w:t>
      </w:r>
      <w:r w:rsidRPr="00E67A78">
        <w:rPr>
          <w:b/>
          <w:bCs/>
        </w:rPr>
        <w:t xml:space="preserve">€ </w:t>
      </w:r>
      <w:r>
        <w:rPr>
          <w:b/>
          <w:bCs/>
        </w:rPr>
        <w:t>122,00</w:t>
      </w:r>
      <w:r w:rsidRPr="00E67A78">
        <w:rPr>
          <w:b/>
          <w:bCs/>
        </w:rPr>
        <w:t xml:space="preserve"> </w:t>
      </w:r>
      <w:r w:rsidRPr="00E67A78">
        <w:t>IVA inclusa, autorizzandone altresì il pagamento sul codice di bilancio sopra specificato che presenta la necessaria disponibilità;</w:t>
      </w:r>
    </w:p>
    <w:p w:rsidR="006F070E" w:rsidRDefault="006F070E" w:rsidP="00A5334D">
      <w:pPr>
        <w:jc w:val="center"/>
        <w:rPr>
          <w:b/>
          <w:sz w:val="22"/>
          <w:szCs w:val="22"/>
        </w:rPr>
      </w:pPr>
      <w:r w:rsidRPr="00D45F4B">
        <w:rPr>
          <w:b/>
          <w:sz w:val="22"/>
          <w:szCs w:val="22"/>
        </w:rPr>
        <w:t>RICHIEDE</w:t>
      </w:r>
    </w:p>
    <w:p w:rsidR="006F070E" w:rsidRPr="00E67A78" w:rsidRDefault="006F070E" w:rsidP="00A5334D">
      <w:pPr>
        <w:jc w:val="both"/>
      </w:pPr>
      <w:r w:rsidRPr="00E67A78">
        <w:t xml:space="preserve">Al Settore Gestione Economica e Finanziaria l’emissione del mandato di pagamento delle fatture sopra elencate per un </w:t>
      </w:r>
      <w:r w:rsidRPr="00E67A78">
        <w:rPr>
          <w:b/>
        </w:rPr>
        <w:t xml:space="preserve">totale di </w:t>
      </w:r>
      <w:r>
        <w:rPr>
          <w:b/>
        </w:rPr>
        <w:t xml:space="preserve">        </w:t>
      </w:r>
      <w:r w:rsidRPr="00E67A78">
        <w:rPr>
          <w:b/>
        </w:rPr>
        <w:t xml:space="preserve">€ </w:t>
      </w:r>
      <w:r>
        <w:rPr>
          <w:b/>
        </w:rPr>
        <w:t>100,00</w:t>
      </w:r>
      <w:r w:rsidRPr="00E67A78">
        <w:rPr>
          <w:b/>
        </w:rPr>
        <w:t xml:space="preserve"> </w:t>
      </w:r>
      <w:r w:rsidRPr="00E67A78">
        <w:t xml:space="preserve">oltre al pagamento dell’importo </w:t>
      </w:r>
      <w:r w:rsidRPr="00E67A78">
        <w:rPr>
          <w:b/>
        </w:rPr>
        <w:t xml:space="preserve">IVA pari ad € </w:t>
      </w:r>
      <w:r>
        <w:rPr>
          <w:b/>
        </w:rPr>
        <w:t>22,00</w:t>
      </w:r>
      <w:r w:rsidRPr="00E67A78">
        <w:rPr>
          <w:b/>
        </w:rPr>
        <w:t xml:space="preserve"> </w:t>
      </w:r>
      <w:r w:rsidRPr="00E67A78">
        <w:t>da versare ai sensi dell’art. 17-ter del DPR n.633/1972.</w:t>
      </w:r>
    </w:p>
    <w:p w:rsidR="006F070E" w:rsidRPr="00650377" w:rsidRDefault="006F070E" w:rsidP="00A5334D">
      <w:pPr>
        <w:jc w:val="both"/>
        <w:rPr>
          <w:sz w:val="6"/>
          <w:szCs w:val="6"/>
        </w:rPr>
      </w:pPr>
    </w:p>
    <w:p w:rsidR="006F070E" w:rsidRPr="00E67A78" w:rsidRDefault="006F070E" w:rsidP="00A5334D">
      <w:pPr>
        <w:jc w:val="both"/>
        <w:rPr>
          <w:b/>
        </w:rPr>
      </w:pPr>
      <w:r w:rsidRPr="00E67A78">
        <w:t xml:space="preserve">Il presente provvedimento di liquidazione verrà pubblicato, ai fini della pubblicità e della trasparenza amministrativa, sul sito Istituzionale  </w:t>
      </w:r>
      <w:r w:rsidRPr="00E67A78">
        <w:rPr>
          <w:b/>
        </w:rPr>
        <w:t>www.comune.portoazzurro.li.it.</w:t>
      </w:r>
    </w:p>
    <w:p w:rsidR="006F070E" w:rsidRPr="00F03141" w:rsidRDefault="006F070E" w:rsidP="00A5334D">
      <w:pPr>
        <w:jc w:val="both"/>
        <w:rPr>
          <w:sz w:val="6"/>
          <w:szCs w:val="6"/>
        </w:rPr>
      </w:pPr>
    </w:p>
    <w:p w:rsidR="006F070E" w:rsidRPr="00286AB1" w:rsidRDefault="006F070E" w:rsidP="00A5334D">
      <w:pPr>
        <w:jc w:val="both"/>
      </w:pPr>
      <w:r w:rsidRPr="00286AB1">
        <w:t xml:space="preserve">A norma dell’art. 8 della Legge 241/1990, si rende noto che il Responsabile del procedimento è il Responsabile Area Tecnica LL.PP. / Tutela ambientale / Demanio, </w:t>
      </w:r>
      <w:r>
        <w:t>Ass. Antonio LAMBARDI</w:t>
      </w:r>
      <w:r w:rsidRPr="00286AB1">
        <w:t>.</w:t>
      </w:r>
    </w:p>
    <w:p w:rsidR="006F070E" w:rsidRPr="002A2566" w:rsidRDefault="006F070E" w:rsidP="00A5334D">
      <w:pPr>
        <w:tabs>
          <w:tab w:val="left" w:pos="5812"/>
        </w:tabs>
        <w:jc w:val="both"/>
        <w:rPr>
          <w:sz w:val="22"/>
          <w:szCs w:val="22"/>
        </w:rPr>
      </w:pPr>
      <w:r w:rsidRPr="00D45F4B">
        <w:rPr>
          <w:sz w:val="22"/>
          <w:szCs w:val="22"/>
        </w:rPr>
        <w:tab/>
      </w:r>
      <w:r w:rsidRPr="002A2566">
        <w:rPr>
          <w:sz w:val="22"/>
          <w:szCs w:val="22"/>
        </w:rPr>
        <w:t>Il Responsabile ad interim</w:t>
      </w:r>
    </w:p>
    <w:p w:rsidR="006F070E" w:rsidRPr="002A2566" w:rsidRDefault="006F070E" w:rsidP="00A5334D">
      <w:pPr>
        <w:tabs>
          <w:tab w:val="left" w:pos="5670"/>
        </w:tabs>
        <w:jc w:val="both"/>
        <w:rPr>
          <w:b/>
          <w:sz w:val="22"/>
          <w:szCs w:val="22"/>
        </w:rPr>
      </w:pPr>
      <w:r w:rsidRPr="00D45F4B">
        <w:rPr>
          <w:sz w:val="22"/>
          <w:szCs w:val="22"/>
        </w:rPr>
        <w:tab/>
      </w:r>
      <w:r>
        <w:rPr>
          <w:sz w:val="22"/>
          <w:szCs w:val="22"/>
        </w:rPr>
        <w:t xml:space="preserve"> </w:t>
      </w:r>
      <w:r w:rsidRPr="002A2566">
        <w:rPr>
          <w:b/>
          <w:sz w:val="22"/>
          <w:szCs w:val="22"/>
        </w:rPr>
        <w:t>Ass. Antonio LAMBARDI</w:t>
      </w:r>
    </w:p>
    <w:p w:rsidR="006F070E" w:rsidRPr="00D45F4B" w:rsidRDefault="006F070E" w:rsidP="00A5334D">
      <w:pPr>
        <w:jc w:val="both"/>
        <w:rPr>
          <w:b/>
          <w:sz w:val="22"/>
          <w:szCs w:val="22"/>
        </w:rPr>
      </w:pPr>
      <w:r w:rsidRPr="00D45F4B">
        <w:rPr>
          <w:b/>
          <w:sz w:val="22"/>
          <w:szCs w:val="22"/>
        </w:rPr>
        <w:t xml:space="preserve"> </w:t>
      </w:r>
    </w:p>
    <w:p w:rsidR="006F070E" w:rsidRPr="00BF7BB2" w:rsidRDefault="006F070E" w:rsidP="00A5334D">
      <w:pPr>
        <w:pBdr>
          <w:bottom w:val="single" w:sz="12" w:space="1" w:color="auto"/>
        </w:pBdr>
        <w:jc w:val="both"/>
        <w:rPr>
          <w:b/>
          <w:sz w:val="22"/>
          <w:szCs w:val="22"/>
        </w:rPr>
      </w:pPr>
    </w:p>
    <w:p w:rsidR="006F070E" w:rsidRPr="00BC023D" w:rsidRDefault="006F070E" w:rsidP="00A5334D">
      <w:pPr>
        <w:jc w:val="center"/>
        <w:rPr>
          <w:b/>
          <w:snapToGrid w:val="0"/>
          <w:sz w:val="4"/>
          <w:szCs w:val="4"/>
        </w:rPr>
      </w:pPr>
    </w:p>
    <w:tbl>
      <w:tblPr>
        <w:tblW w:w="0" w:type="auto"/>
        <w:jc w:val="center"/>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59"/>
      </w:tblGrid>
      <w:tr w:rsidR="006F070E" w:rsidRPr="002970D3" w:rsidTr="00572DCA">
        <w:trPr>
          <w:jc w:val="center"/>
        </w:trPr>
        <w:tc>
          <w:tcPr>
            <w:tcW w:w="10759" w:type="dxa"/>
          </w:tcPr>
          <w:p w:rsidR="006F070E" w:rsidRPr="00CE1495" w:rsidRDefault="006F070E" w:rsidP="00572DCA">
            <w:pPr>
              <w:tabs>
                <w:tab w:val="left" w:pos="4962"/>
              </w:tabs>
              <w:jc w:val="both"/>
            </w:pPr>
            <w:r w:rsidRPr="00CE1495">
              <w:t>GESTIONE ECONOMICA FINANZIARIA (LIQUIDAZIONE N. …………………)</w:t>
            </w:r>
          </w:p>
          <w:p w:rsidR="006F070E" w:rsidRPr="00CE1495" w:rsidRDefault="006F070E" w:rsidP="00572DCA">
            <w:pPr>
              <w:widowControl w:val="0"/>
              <w:rPr>
                <w:snapToGrid w:val="0"/>
              </w:rPr>
            </w:pPr>
            <w:r w:rsidRPr="00CE1495">
              <w:rPr>
                <w:snapToGrid w:val="0"/>
              </w:rPr>
              <w:t>In esecuzione del provvedimento di liquidazione, verificata la regolarità conta</w:t>
            </w:r>
            <w:r>
              <w:rPr>
                <w:snapToGrid w:val="0"/>
              </w:rPr>
              <w:t>bile e la copertura finanziaria:</w:t>
            </w:r>
          </w:p>
          <w:p w:rsidR="006F070E" w:rsidRPr="00CE1495" w:rsidRDefault="006F070E" w:rsidP="00572DCA">
            <w:pPr>
              <w:widowControl w:val="0"/>
              <w:rPr>
                <w:snapToGrid w:val="0"/>
              </w:rPr>
            </w:pPr>
            <w:r>
              <w:rPr>
                <w:snapToGrid w:val="0"/>
              </w:rPr>
              <w:t>VISTO</w:t>
            </w:r>
            <w:r w:rsidRPr="00CE1495">
              <w:rPr>
                <w:snapToGrid w:val="0"/>
              </w:rPr>
              <w:t xml:space="preserve"> l’art. 18</w:t>
            </w:r>
            <w:r>
              <w:rPr>
                <w:snapToGrid w:val="0"/>
              </w:rPr>
              <w:t>4</w:t>
            </w:r>
            <w:r w:rsidRPr="00CE1495">
              <w:rPr>
                <w:snapToGrid w:val="0"/>
              </w:rPr>
              <w:t xml:space="preserve"> del T</w:t>
            </w:r>
            <w:r>
              <w:rPr>
                <w:snapToGrid w:val="0"/>
              </w:rPr>
              <w:t>.</w:t>
            </w:r>
            <w:r w:rsidRPr="00CE1495">
              <w:rPr>
                <w:snapToGrid w:val="0"/>
              </w:rPr>
              <w:t>U</w:t>
            </w:r>
            <w:r>
              <w:rPr>
                <w:snapToGrid w:val="0"/>
              </w:rPr>
              <w:t>.</w:t>
            </w:r>
            <w:r w:rsidRPr="00CE1495">
              <w:rPr>
                <w:snapToGrid w:val="0"/>
              </w:rPr>
              <w:t>E</w:t>
            </w:r>
            <w:r>
              <w:rPr>
                <w:snapToGrid w:val="0"/>
              </w:rPr>
              <w:t>.</w:t>
            </w:r>
            <w:r w:rsidRPr="00CE1495">
              <w:rPr>
                <w:snapToGrid w:val="0"/>
              </w:rPr>
              <w:t>L</w:t>
            </w:r>
            <w:r>
              <w:rPr>
                <w:snapToGrid w:val="0"/>
              </w:rPr>
              <w:t>.</w:t>
            </w:r>
            <w:r w:rsidRPr="00CE1495">
              <w:rPr>
                <w:snapToGrid w:val="0"/>
              </w:rPr>
              <w:t xml:space="preserve">  267/2000;</w:t>
            </w:r>
          </w:p>
          <w:p w:rsidR="006F070E" w:rsidRPr="00CE1495" w:rsidRDefault="006F070E" w:rsidP="00572DCA">
            <w:pPr>
              <w:widowControl w:val="0"/>
              <w:jc w:val="center"/>
              <w:rPr>
                <w:snapToGrid w:val="0"/>
                <w:u w:val="single"/>
              </w:rPr>
            </w:pPr>
            <w:r w:rsidRPr="00CE1495">
              <w:rPr>
                <w:snapToGrid w:val="0"/>
                <w:u w:val="single"/>
              </w:rPr>
              <w:t>SI PROVVEDE ALLA EMISSIONE DI</w:t>
            </w:r>
          </w:p>
          <w:p w:rsidR="006F070E" w:rsidRPr="00CE1495" w:rsidRDefault="006F070E" w:rsidP="00572DCA">
            <w:pPr>
              <w:widowControl w:val="0"/>
              <w:rPr>
                <w:snapToGrid w:val="0"/>
                <w:sz w:val="6"/>
                <w:szCs w:val="6"/>
              </w:rPr>
            </w:pPr>
          </w:p>
          <w:p w:rsidR="006F070E" w:rsidRPr="00CE1495" w:rsidRDefault="006F070E" w:rsidP="00572DCA">
            <w:pPr>
              <w:widowControl w:val="0"/>
              <w:rPr>
                <w:snapToGrid w:val="0"/>
              </w:rPr>
            </w:pPr>
            <w:r w:rsidRPr="00CE1495">
              <w:rPr>
                <w:snapToGrid w:val="0"/>
              </w:rPr>
              <w:t>Mandato n. ………………  del ………………………</w:t>
            </w:r>
            <w:r>
              <w:rPr>
                <w:snapToGrid w:val="0"/>
              </w:rPr>
              <w:t xml:space="preserve">                            </w:t>
            </w:r>
            <w:r w:rsidRPr="00CE1495">
              <w:rPr>
                <w:snapToGrid w:val="0"/>
              </w:rPr>
              <w:t>Cap. ……………… R.P. Anno ……… N. ………………</w:t>
            </w:r>
          </w:p>
          <w:p w:rsidR="006F070E" w:rsidRPr="00CE1495" w:rsidRDefault="006F070E" w:rsidP="00572DCA">
            <w:pPr>
              <w:widowControl w:val="0"/>
              <w:rPr>
                <w:snapToGrid w:val="0"/>
                <w:sz w:val="6"/>
                <w:szCs w:val="6"/>
              </w:rPr>
            </w:pPr>
          </w:p>
          <w:p w:rsidR="006F070E" w:rsidRPr="00CE1495" w:rsidRDefault="006F070E" w:rsidP="00B5448E">
            <w:pPr>
              <w:widowControl w:val="0"/>
              <w:rPr>
                <w:snapToGrid w:val="0"/>
              </w:rPr>
            </w:pPr>
            <w:r>
              <w:rPr>
                <w:snapToGrid w:val="0"/>
              </w:rPr>
              <w:t>Porto Azzurro</w:t>
            </w:r>
            <w:r w:rsidRPr="00CE1495">
              <w:rPr>
                <w:snapToGrid w:val="0"/>
              </w:rPr>
              <w:t xml:space="preserve"> ………………………</w:t>
            </w:r>
          </w:p>
          <w:p w:rsidR="006F070E" w:rsidRPr="009B6357" w:rsidRDefault="006F070E" w:rsidP="00B5448E">
            <w:pPr>
              <w:widowControl w:val="0"/>
              <w:ind w:left="5580"/>
              <w:rPr>
                <w:snapToGrid w:val="0"/>
              </w:rPr>
            </w:pPr>
            <w:r w:rsidRPr="009B6357">
              <w:rPr>
                <w:snapToGrid w:val="0"/>
              </w:rPr>
              <w:tab/>
            </w:r>
            <w:r w:rsidRPr="009B6357">
              <w:t xml:space="preserve">Il Responsabile </w:t>
            </w:r>
            <w:r w:rsidRPr="009B6357">
              <w:rPr>
                <w:snapToGrid w:val="0"/>
              </w:rPr>
              <w:t>Area Servizi Finanziari</w:t>
            </w:r>
          </w:p>
          <w:p w:rsidR="006F070E" w:rsidRPr="009B6357" w:rsidRDefault="006F070E" w:rsidP="00B5448E">
            <w:pPr>
              <w:widowControl w:val="0"/>
              <w:ind w:left="6300"/>
              <w:rPr>
                <w:snapToGrid w:val="0"/>
              </w:rPr>
            </w:pPr>
            <w:r w:rsidRPr="009B6357">
              <w:rPr>
                <w:b/>
                <w:bCs/>
                <w:snapToGrid w:val="0"/>
              </w:rPr>
              <w:t xml:space="preserve"> Dr. Vilmano MAZZEI</w:t>
            </w:r>
          </w:p>
          <w:p w:rsidR="006F070E" w:rsidRPr="00BF7BB2" w:rsidRDefault="006F070E" w:rsidP="00572DCA">
            <w:pPr>
              <w:tabs>
                <w:tab w:val="left" w:pos="4962"/>
              </w:tabs>
              <w:jc w:val="both"/>
              <w:rPr>
                <w:sz w:val="18"/>
                <w:szCs w:val="18"/>
              </w:rPr>
            </w:pPr>
          </w:p>
        </w:tc>
      </w:tr>
    </w:tbl>
    <w:p w:rsidR="006F070E" w:rsidRDefault="006F070E" w:rsidP="00A5334D">
      <w:pPr>
        <w:widowControl w:val="0"/>
        <w:jc w:val="both"/>
        <w:rPr>
          <w:sz w:val="22"/>
          <w:szCs w:val="22"/>
        </w:rPr>
      </w:pPr>
    </w:p>
    <w:tbl>
      <w:tblPr>
        <w:tblW w:w="10464" w:type="dxa"/>
        <w:jc w:val="center"/>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82"/>
        <w:gridCol w:w="2410"/>
        <w:gridCol w:w="1843"/>
        <w:gridCol w:w="1829"/>
      </w:tblGrid>
      <w:tr w:rsidR="006F070E" w:rsidRPr="00D45F4B" w:rsidTr="006C42E8">
        <w:trPr>
          <w:trHeight w:val="405"/>
          <w:jc w:val="center"/>
        </w:trPr>
        <w:tc>
          <w:tcPr>
            <w:tcW w:w="4382" w:type="dxa"/>
            <w:vMerge w:val="restart"/>
            <w:vAlign w:val="center"/>
          </w:tcPr>
          <w:p w:rsidR="006F070E" w:rsidRPr="00D45F4B" w:rsidRDefault="006F070E" w:rsidP="006262F5">
            <w:pPr>
              <w:pStyle w:val="BodyText"/>
              <w:jc w:val="center"/>
              <w:rPr>
                <w:b/>
                <w:bCs/>
                <w:sz w:val="22"/>
                <w:szCs w:val="22"/>
              </w:rPr>
            </w:pPr>
            <w:r w:rsidRPr="00D45F4B">
              <w:rPr>
                <w:b/>
                <w:bCs/>
                <w:sz w:val="22"/>
                <w:szCs w:val="22"/>
              </w:rPr>
              <w:t>CREDITORE</w:t>
            </w:r>
          </w:p>
        </w:tc>
        <w:tc>
          <w:tcPr>
            <w:tcW w:w="4253" w:type="dxa"/>
            <w:gridSpan w:val="2"/>
            <w:vAlign w:val="center"/>
          </w:tcPr>
          <w:p w:rsidR="006F070E" w:rsidRPr="00D45F4B" w:rsidRDefault="006F070E" w:rsidP="006262F5">
            <w:pPr>
              <w:pStyle w:val="BodyText"/>
              <w:jc w:val="center"/>
              <w:rPr>
                <w:b/>
                <w:bCs/>
                <w:sz w:val="22"/>
                <w:szCs w:val="22"/>
              </w:rPr>
            </w:pPr>
            <w:r w:rsidRPr="00D45F4B">
              <w:rPr>
                <w:b/>
                <w:bCs/>
                <w:sz w:val="22"/>
                <w:szCs w:val="22"/>
              </w:rPr>
              <w:t>Documento</w:t>
            </w:r>
          </w:p>
        </w:tc>
        <w:tc>
          <w:tcPr>
            <w:tcW w:w="1829" w:type="dxa"/>
            <w:vMerge w:val="restart"/>
            <w:vAlign w:val="center"/>
          </w:tcPr>
          <w:p w:rsidR="006F070E" w:rsidRPr="00D45F4B" w:rsidRDefault="006F070E" w:rsidP="006262F5">
            <w:pPr>
              <w:pStyle w:val="BodyText"/>
              <w:jc w:val="center"/>
              <w:rPr>
                <w:b/>
                <w:bCs/>
                <w:sz w:val="22"/>
                <w:szCs w:val="22"/>
              </w:rPr>
            </w:pPr>
            <w:r w:rsidRPr="00D45F4B">
              <w:rPr>
                <w:b/>
                <w:bCs/>
                <w:sz w:val="22"/>
                <w:szCs w:val="22"/>
              </w:rPr>
              <w:t>Importo Iva compresa</w:t>
            </w:r>
          </w:p>
        </w:tc>
      </w:tr>
      <w:tr w:rsidR="006F070E" w:rsidRPr="00D45F4B" w:rsidTr="006C42E8">
        <w:trPr>
          <w:trHeight w:val="284"/>
          <w:jc w:val="center"/>
        </w:trPr>
        <w:tc>
          <w:tcPr>
            <w:tcW w:w="4382" w:type="dxa"/>
            <w:vMerge/>
          </w:tcPr>
          <w:p w:rsidR="006F070E" w:rsidRPr="00D45F4B" w:rsidRDefault="006F070E" w:rsidP="006262F5">
            <w:pPr>
              <w:pStyle w:val="BodyText"/>
              <w:jc w:val="center"/>
              <w:rPr>
                <w:b/>
                <w:bCs/>
                <w:sz w:val="22"/>
                <w:szCs w:val="22"/>
              </w:rPr>
            </w:pPr>
          </w:p>
        </w:tc>
        <w:tc>
          <w:tcPr>
            <w:tcW w:w="2410" w:type="dxa"/>
            <w:vAlign w:val="center"/>
          </w:tcPr>
          <w:p w:rsidR="006F070E" w:rsidRPr="00D45F4B" w:rsidRDefault="006F070E" w:rsidP="006262F5">
            <w:pPr>
              <w:pStyle w:val="BodyText"/>
              <w:jc w:val="center"/>
              <w:rPr>
                <w:b/>
                <w:bCs/>
                <w:sz w:val="22"/>
                <w:szCs w:val="22"/>
              </w:rPr>
            </w:pPr>
            <w:r w:rsidRPr="00D45F4B">
              <w:rPr>
                <w:b/>
                <w:bCs/>
                <w:sz w:val="22"/>
                <w:szCs w:val="22"/>
              </w:rPr>
              <w:t>N.</w:t>
            </w:r>
          </w:p>
        </w:tc>
        <w:tc>
          <w:tcPr>
            <w:tcW w:w="1843" w:type="dxa"/>
            <w:vAlign w:val="center"/>
          </w:tcPr>
          <w:p w:rsidR="006F070E" w:rsidRPr="00D45F4B" w:rsidRDefault="006F070E" w:rsidP="006262F5">
            <w:pPr>
              <w:pStyle w:val="BodyText"/>
              <w:jc w:val="center"/>
              <w:rPr>
                <w:b/>
                <w:bCs/>
                <w:sz w:val="22"/>
                <w:szCs w:val="22"/>
              </w:rPr>
            </w:pPr>
            <w:r w:rsidRPr="00D45F4B">
              <w:rPr>
                <w:b/>
                <w:bCs/>
                <w:sz w:val="22"/>
                <w:szCs w:val="22"/>
              </w:rPr>
              <w:t>Data</w:t>
            </w:r>
          </w:p>
        </w:tc>
        <w:tc>
          <w:tcPr>
            <w:tcW w:w="1829" w:type="dxa"/>
            <w:vMerge/>
          </w:tcPr>
          <w:p w:rsidR="006F070E" w:rsidRPr="00D45F4B" w:rsidRDefault="006F070E" w:rsidP="006262F5">
            <w:pPr>
              <w:pStyle w:val="BodyText"/>
              <w:jc w:val="center"/>
              <w:rPr>
                <w:b/>
                <w:bCs/>
                <w:sz w:val="22"/>
                <w:szCs w:val="22"/>
              </w:rPr>
            </w:pPr>
          </w:p>
        </w:tc>
      </w:tr>
      <w:tr w:rsidR="006F070E" w:rsidRPr="00D45F4B" w:rsidTr="006C42E8">
        <w:trPr>
          <w:trHeight w:val="454"/>
          <w:jc w:val="center"/>
        </w:trPr>
        <w:tc>
          <w:tcPr>
            <w:tcW w:w="4382" w:type="dxa"/>
            <w:vAlign w:val="center"/>
          </w:tcPr>
          <w:p w:rsidR="006F070E" w:rsidRPr="00B62D93" w:rsidRDefault="006F070E" w:rsidP="00AF6AE3">
            <w:pPr>
              <w:jc w:val="center"/>
              <w:rPr>
                <w:b/>
                <w:bCs/>
                <w:sz w:val="22"/>
                <w:szCs w:val="22"/>
              </w:rPr>
            </w:pPr>
            <w:r w:rsidRPr="00B62D93">
              <w:rPr>
                <w:b/>
                <w:bCs/>
                <w:sz w:val="22"/>
                <w:szCs w:val="22"/>
              </w:rPr>
              <w:t>Omaelba S.r.l.</w:t>
            </w:r>
          </w:p>
        </w:tc>
        <w:tc>
          <w:tcPr>
            <w:tcW w:w="2410" w:type="dxa"/>
            <w:vAlign w:val="center"/>
          </w:tcPr>
          <w:p w:rsidR="006F070E" w:rsidRDefault="006F070E" w:rsidP="00232C4E">
            <w:pPr>
              <w:jc w:val="center"/>
              <w:rPr>
                <w:rFonts w:ascii="Book Antiqua" w:hAnsi="Book Antiqua"/>
                <w:color w:val="000000"/>
                <w:sz w:val="22"/>
                <w:szCs w:val="22"/>
              </w:rPr>
            </w:pPr>
            <w:r>
              <w:rPr>
                <w:rFonts w:ascii="Book Antiqua" w:hAnsi="Book Antiqua"/>
                <w:color w:val="000000"/>
                <w:sz w:val="22"/>
                <w:szCs w:val="22"/>
              </w:rPr>
              <w:t>64/PA</w:t>
            </w:r>
          </w:p>
        </w:tc>
        <w:tc>
          <w:tcPr>
            <w:tcW w:w="1843" w:type="dxa"/>
            <w:vAlign w:val="center"/>
          </w:tcPr>
          <w:p w:rsidR="006F070E" w:rsidRDefault="006F070E" w:rsidP="00EE6D9C">
            <w:pPr>
              <w:jc w:val="center"/>
              <w:rPr>
                <w:rFonts w:ascii="Book Antiqua" w:hAnsi="Book Antiqua"/>
                <w:color w:val="000000"/>
                <w:sz w:val="22"/>
                <w:szCs w:val="22"/>
              </w:rPr>
            </w:pPr>
            <w:r>
              <w:rPr>
                <w:rFonts w:ascii="Book Antiqua" w:hAnsi="Book Antiqua"/>
                <w:color w:val="000000"/>
                <w:sz w:val="22"/>
                <w:szCs w:val="22"/>
              </w:rPr>
              <w:t>31.08.2019</w:t>
            </w:r>
          </w:p>
        </w:tc>
        <w:tc>
          <w:tcPr>
            <w:tcW w:w="1829" w:type="dxa"/>
            <w:vAlign w:val="center"/>
          </w:tcPr>
          <w:p w:rsidR="006F070E" w:rsidRDefault="006F070E" w:rsidP="00784171">
            <w:pPr>
              <w:jc w:val="right"/>
              <w:rPr>
                <w:rFonts w:ascii="Book Antiqua" w:hAnsi="Book Antiqua"/>
                <w:color w:val="000000"/>
                <w:sz w:val="22"/>
                <w:szCs w:val="22"/>
              </w:rPr>
            </w:pPr>
            <w:r>
              <w:rPr>
                <w:rFonts w:ascii="Book Antiqua" w:hAnsi="Book Antiqua"/>
                <w:color w:val="000000"/>
                <w:sz w:val="22"/>
                <w:szCs w:val="22"/>
              </w:rPr>
              <w:t>€ 122,00</w:t>
            </w:r>
          </w:p>
        </w:tc>
      </w:tr>
    </w:tbl>
    <w:p w:rsidR="006F070E" w:rsidRPr="00D45F4B" w:rsidRDefault="006F070E" w:rsidP="0015550B">
      <w:pPr>
        <w:pStyle w:val="BodyText"/>
        <w:rPr>
          <w:rFonts w:ascii="Times New Roman" w:hAnsi="Times New Roman"/>
          <w:b/>
          <w:sz w:val="22"/>
          <w:szCs w:val="22"/>
          <w:u w:val="single"/>
        </w:rPr>
      </w:pPr>
    </w:p>
    <w:p w:rsidR="006F070E" w:rsidRDefault="006F070E" w:rsidP="00BF7E6E">
      <w:pPr>
        <w:rPr>
          <w:b/>
          <w:sz w:val="22"/>
          <w:szCs w:val="22"/>
          <w:u w:val="single"/>
        </w:rPr>
      </w:pPr>
      <w:r w:rsidRPr="00F82199">
        <w:rPr>
          <w:b/>
          <w:sz w:val="22"/>
          <w:szCs w:val="22"/>
          <w:u w:val="single"/>
        </w:rPr>
        <w:t xml:space="preserve">IBAN: IT </w:t>
      </w:r>
      <w:r>
        <w:rPr>
          <w:b/>
          <w:sz w:val="22"/>
          <w:szCs w:val="22"/>
          <w:u w:val="single"/>
        </w:rPr>
        <w:t>02 E 01030 13903 000000279360</w:t>
      </w:r>
    </w:p>
    <w:p w:rsidR="006F070E" w:rsidRPr="004B7145" w:rsidRDefault="006F070E" w:rsidP="00B74D60">
      <w:pPr>
        <w:pBdr>
          <w:bottom w:val="single" w:sz="12" w:space="1" w:color="auto"/>
        </w:pBdr>
        <w:jc w:val="both"/>
        <w:rPr>
          <w:b/>
          <w:sz w:val="22"/>
          <w:szCs w:val="22"/>
        </w:rPr>
      </w:pPr>
    </w:p>
    <w:sectPr w:rsidR="006F070E" w:rsidRPr="004B7145" w:rsidSect="00BC023D">
      <w:pgSz w:w="11906" w:h="16838"/>
      <w:pgMar w:top="851"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sans-serif"/>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F77"/>
    <w:multiLevelType w:val="hybridMultilevel"/>
    <w:tmpl w:val="A2CABF5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FF2234"/>
    <w:multiLevelType w:val="hybridMultilevel"/>
    <w:tmpl w:val="25DCB278"/>
    <w:lvl w:ilvl="0" w:tplc="1B9C9F2E">
      <w:start w:val="1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327004"/>
    <w:multiLevelType w:val="hybridMultilevel"/>
    <w:tmpl w:val="2BAA96A2"/>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830879"/>
    <w:multiLevelType w:val="hybridMultilevel"/>
    <w:tmpl w:val="604490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D9D1704"/>
    <w:multiLevelType w:val="hybridMultilevel"/>
    <w:tmpl w:val="4882048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95829FF"/>
    <w:multiLevelType w:val="hybridMultilevel"/>
    <w:tmpl w:val="71D44B08"/>
    <w:lvl w:ilvl="0" w:tplc="6BAE8FB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7B82BF0"/>
    <w:multiLevelType w:val="hybridMultilevel"/>
    <w:tmpl w:val="BF30431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C0B7669"/>
    <w:multiLevelType w:val="hybridMultilevel"/>
    <w:tmpl w:val="B16E38C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58200F2F"/>
    <w:multiLevelType w:val="hybridMultilevel"/>
    <w:tmpl w:val="480A1E0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58324973"/>
    <w:multiLevelType w:val="hybridMultilevel"/>
    <w:tmpl w:val="205E35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0A14C95"/>
    <w:multiLevelType w:val="hybridMultilevel"/>
    <w:tmpl w:val="D20497B4"/>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93D1E77"/>
    <w:multiLevelType w:val="hybridMultilevel"/>
    <w:tmpl w:val="CD106070"/>
    <w:lvl w:ilvl="0" w:tplc="9EE67DCE">
      <w:start w:val="2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DF17F84"/>
    <w:multiLevelType w:val="hybridMultilevel"/>
    <w:tmpl w:val="81D670A8"/>
    <w:lvl w:ilvl="0" w:tplc="04100003">
      <w:start w:val="1"/>
      <w:numFmt w:val="bullet"/>
      <w:lvlText w:val="o"/>
      <w:lvlJc w:val="left"/>
      <w:pPr>
        <w:ind w:left="1020" w:hanging="360"/>
      </w:pPr>
      <w:rPr>
        <w:rFonts w:ascii="Courier New" w:hAnsi="Courier New" w:hint="default"/>
      </w:rPr>
    </w:lvl>
    <w:lvl w:ilvl="1" w:tplc="04100003" w:tentative="1">
      <w:start w:val="1"/>
      <w:numFmt w:val="bullet"/>
      <w:lvlText w:val="o"/>
      <w:lvlJc w:val="left"/>
      <w:pPr>
        <w:ind w:left="1740" w:hanging="360"/>
      </w:pPr>
      <w:rPr>
        <w:rFonts w:ascii="Courier New" w:hAnsi="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3">
    <w:nsid w:val="72A203B2"/>
    <w:multiLevelType w:val="hybridMultilevel"/>
    <w:tmpl w:val="112C3B5C"/>
    <w:lvl w:ilvl="0" w:tplc="936E882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8"/>
  </w:num>
  <w:num w:numId="5">
    <w:abstractNumId w:val="7"/>
  </w:num>
  <w:num w:numId="6">
    <w:abstractNumId w:val="5"/>
  </w:num>
  <w:num w:numId="7">
    <w:abstractNumId w:val="13"/>
  </w:num>
  <w:num w:numId="8">
    <w:abstractNumId w:val="11"/>
  </w:num>
  <w:num w:numId="9">
    <w:abstractNumId w:val="1"/>
  </w:num>
  <w:num w:numId="10">
    <w:abstractNumId w:val="10"/>
  </w:num>
  <w:num w:numId="11">
    <w:abstractNumId w:val="2"/>
  </w:num>
  <w:num w:numId="12">
    <w:abstractNumId w:val="4"/>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isplayHorizontalDrawingGridEvery w:val="0"/>
  <w:displayVerticalDrawingGridEvery w:val="0"/>
  <w:doNotUseMarginsForDrawingGridOrigin/>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016"/>
    <w:rsid w:val="000013DC"/>
    <w:rsid w:val="00003AD2"/>
    <w:rsid w:val="000066B0"/>
    <w:rsid w:val="0000797E"/>
    <w:rsid w:val="00010D89"/>
    <w:rsid w:val="00011AAA"/>
    <w:rsid w:val="000122A5"/>
    <w:rsid w:val="00012DA4"/>
    <w:rsid w:val="0002217A"/>
    <w:rsid w:val="00023782"/>
    <w:rsid w:val="000304BA"/>
    <w:rsid w:val="00032021"/>
    <w:rsid w:val="00043639"/>
    <w:rsid w:val="000440B9"/>
    <w:rsid w:val="00044BA6"/>
    <w:rsid w:val="0004668B"/>
    <w:rsid w:val="00051B03"/>
    <w:rsid w:val="000561E7"/>
    <w:rsid w:val="00056677"/>
    <w:rsid w:val="00057850"/>
    <w:rsid w:val="000615CE"/>
    <w:rsid w:val="00066EF7"/>
    <w:rsid w:val="0007167D"/>
    <w:rsid w:val="00075981"/>
    <w:rsid w:val="000772B3"/>
    <w:rsid w:val="00080ED8"/>
    <w:rsid w:val="00085480"/>
    <w:rsid w:val="000913BA"/>
    <w:rsid w:val="00093AD6"/>
    <w:rsid w:val="000940E1"/>
    <w:rsid w:val="00094ED1"/>
    <w:rsid w:val="00095388"/>
    <w:rsid w:val="00096955"/>
    <w:rsid w:val="000A28C8"/>
    <w:rsid w:val="000A3E71"/>
    <w:rsid w:val="000A70DD"/>
    <w:rsid w:val="000B081D"/>
    <w:rsid w:val="000B4046"/>
    <w:rsid w:val="000C7289"/>
    <w:rsid w:val="000D024A"/>
    <w:rsid w:val="000D0A5B"/>
    <w:rsid w:val="000D3016"/>
    <w:rsid w:val="000D6A1D"/>
    <w:rsid w:val="000E0B28"/>
    <w:rsid w:val="000F1F59"/>
    <w:rsid w:val="000F4350"/>
    <w:rsid w:val="000F6A6C"/>
    <w:rsid w:val="00102ACF"/>
    <w:rsid w:val="00111695"/>
    <w:rsid w:val="00112333"/>
    <w:rsid w:val="001139FB"/>
    <w:rsid w:val="00114013"/>
    <w:rsid w:val="0011714A"/>
    <w:rsid w:val="00125F9A"/>
    <w:rsid w:val="00127A01"/>
    <w:rsid w:val="00127BA1"/>
    <w:rsid w:val="00131DB1"/>
    <w:rsid w:val="00135C57"/>
    <w:rsid w:val="00135C98"/>
    <w:rsid w:val="00136417"/>
    <w:rsid w:val="0013693C"/>
    <w:rsid w:val="00140510"/>
    <w:rsid w:val="00143998"/>
    <w:rsid w:val="00144E50"/>
    <w:rsid w:val="0015550B"/>
    <w:rsid w:val="00156DD1"/>
    <w:rsid w:val="00157478"/>
    <w:rsid w:val="0016273B"/>
    <w:rsid w:val="00163A34"/>
    <w:rsid w:val="00165114"/>
    <w:rsid w:val="00167E60"/>
    <w:rsid w:val="001703EA"/>
    <w:rsid w:val="00170D09"/>
    <w:rsid w:val="0017127E"/>
    <w:rsid w:val="00172056"/>
    <w:rsid w:val="00172B8A"/>
    <w:rsid w:val="001804BC"/>
    <w:rsid w:val="0018150E"/>
    <w:rsid w:val="00182C68"/>
    <w:rsid w:val="00185020"/>
    <w:rsid w:val="001873E6"/>
    <w:rsid w:val="001919E8"/>
    <w:rsid w:val="00191DC1"/>
    <w:rsid w:val="001930CD"/>
    <w:rsid w:val="00193A90"/>
    <w:rsid w:val="001A290B"/>
    <w:rsid w:val="001A3FE7"/>
    <w:rsid w:val="001A559F"/>
    <w:rsid w:val="001A6952"/>
    <w:rsid w:val="001B49B0"/>
    <w:rsid w:val="001B5FDC"/>
    <w:rsid w:val="001B67E0"/>
    <w:rsid w:val="001B781C"/>
    <w:rsid w:val="001C2117"/>
    <w:rsid w:val="001C2B0E"/>
    <w:rsid w:val="001C6DB9"/>
    <w:rsid w:val="001D2814"/>
    <w:rsid w:val="001D32D3"/>
    <w:rsid w:val="001D413C"/>
    <w:rsid w:val="001D77E3"/>
    <w:rsid w:val="001E0118"/>
    <w:rsid w:val="001E12C9"/>
    <w:rsid w:val="001E26D9"/>
    <w:rsid w:val="001E2C7C"/>
    <w:rsid w:val="001E4D24"/>
    <w:rsid w:val="001E621C"/>
    <w:rsid w:val="001E7231"/>
    <w:rsid w:val="001F126B"/>
    <w:rsid w:val="001F3FCB"/>
    <w:rsid w:val="001F5478"/>
    <w:rsid w:val="00201016"/>
    <w:rsid w:val="00201DF7"/>
    <w:rsid w:val="00202DD7"/>
    <w:rsid w:val="0020315A"/>
    <w:rsid w:val="00204C62"/>
    <w:rsid w:val="00210090"/>
    <w:rsid w:val="00213406"/>
    <w:rsid w:val="002233FD"/>
    <w:rsid w:val="00223998"/>
    <w:rsid w:val="00224147"/>
    <w:rsid w:val="0022594D"/>
    <w:rsid w:val="00227C89"/>
    <w:rsid w:val="00232C4E"/>
    <w:rsid w:val="00234B99"/>
    <w:rsid w:val="00240406"/>
    <w:rsid w:val="00241ACD"/>
    <w:rsid w:val="00244F5E"/>
    <w:rsid w:val="00250AB3"/>
    <w:rsid w:val="00252AA3"/>
    <w:rsid w:val="00255653"/>
    <w:rsid w:val="00263F6F"/>
    <w:rsid w:val="00266254"/>
    <w:rsid w:val="002671F9"/>
    <w:rsid w:val="002704DC"/>
    <w:rsid w:val="002773F7"/>
    <w:rsid w:val="00280466"/>
    <w:rsid w:val="00283B41"/>
    <w:rsid w:val="00286AB1"/>
    <w:rsid w:val="00287A7C"/>
    <w:rsid w:val="00296FE4"/>
    <w:rsid w:val="002970D3"/>
    <w:rsid w:val="0029752A"/>
    <w:rsid w:val="002A0BDE"/>
    <w:rsid w:val="002A1B0F"/>
    <w:rsid w:val="002A1D0A"/>
    <w:rsid w:val="002A2566"/>
    <w:rsid w:val="002A2C19"/>
    <w:rsid w:val="002B2045"/>
    <w:rsid w:val="002B5594"/>
    <w:rsid w:val="002B65AC"/>
    <w:rsid w:val="002C04F1"/>
    <w:rsid w:val="002C1F33"/>
    <w:rsid w:val="002C2120"/>
    <w:rsid w:val="002C2AC5"/>
    <w:rsid w:val="002C2C85"/>
    <w:rsid w:val="002C4C73"/>
    <w:rsid w:val="002C515D"/>
    <w:rsid w:val="002C6005"/>
    <w:rsid w:val="002C7650"/>
    <w:rsid w:val="002E0604"/>
    <w:rsid w:val="002E6AB1"/>
    <w:rsid w:val="002E6CD0"/>
    <w:rsid w:val="002E6F70"/>
    <w:rsid w:val="002F0BC3"/>
    <w:rsid w:val="002F0C47"/>
    <w:rsid w:val="002F5B91"/>
    <w:rsid w:val="002F673A"/>
    <w:rsid w:val="003003D4"/>
    <w:rsid w:val="00300C61"/>
    <w:rsid w:val="00301CB4"/>
    <w:rsid w:val="00302F76"/>
    <w:rsid w:val="00305090"/>
    <w:rsid w:val="00305125"/>
    <w:rsid w:val="0030606F"/>
    <w:rsid w:val="003136D3"/>
    <w:rsid w:val="0031422D"/>
    <w:rsid w:val="00320113"/>
    <w:rsid w:val="00327DEA"/>
    <w:rsid w:val="003324F9"/>
    <w:rsid w:val="00332BA5"/>
    <w:rsid w:val="00332F2D"/>
    <w:rsid w:val="003413C5"/>
    <w:rsid w:val="00341C59"/>
    <w:rsid w:val="0034272F"/>
    <w:rsid w:val="00346E94"/>
    <w:rsid w:val="003507F9"/>
    <w:rsid w:val="00351880"/>
    <w:rsid w:val="003521D5"/>
    <w:rsid w:val="00352FA8"/>
    <w:rsid w:val="003548C8"/>
    <w:rsid w:val="00354C56"/>
    <w:rsid w:val="00357CBA"/>
    <w:rsid w:val="0036054D"/>
    <w:rsid w:val="003610BA"/>
    <w:rsid w:val="003618E2"/>
    <w:rsid w:val="00361B0C"/>
    <w:rsid w:val="00362DC6"/>
    <w:rsid w:val="00363121"/>
    <w:rsid w:val="003706A9"/>
    <w:rsid w:val="00371CC8"/>
    <w:rsid w:val="00373E8D"/>
    <w:rsid w:val="00374DB8"/>
    <w:rsid w:val="00381772"/>
    <w:rsid w:val="003841E0"/>
    <w:rsid w:val="003851F7"/>
    <w:rsid w:val="00386BFF"/>
    <w:rsid w:val="00391978"/>
    <w:rsid w:val="003A4322"/>
    <w:rsid w:val="003A69B4"/>
    <w:rsid w:val="003A6EBF"/>
    <w:rsid w:val="003B3104"/>
    <w:rsid w:val="003B4545"/>
    <w:rsid w:val="003B5941"/>
    <w:rsid w:val="003C075F"/>
    <w:rsid w:val="003C5CB9"/>
    <w:rsid w:val="003C5E25"/>
    <w:rsid w:val="003C67D7"/>
    <w:rsid w:val="003D12F9"/>
    <w:rsid w:val="003D2FD8"/>
    <w:rsid w:val="003E0E45"/>
    <w:rsid w:val="003E593C"/>
    <w:rsid w:val="003E6D31"/>
    <w:rsid w:val="003F175D"/>
    <w:rsid w:val="003F458F"/>
    <w:rsid w:val="00401492"/>
    <w:rsid w:val="00404822"/>
    <w:rsid w:val="00404D1F"/>
    <w:rsid w:val="0040588A"/>
    <w:rsid w:val="00405B6A"/>
    <w:rsid w:val="00405C42"/>
    <w:rsid w:val="00405E40"/>
    <w:rsid w:val="0040619B"/>
    <w:rsid w:val="00407842"/>
    <w:rsid w:val="004117DE"/>
    <w:rsid w:val="00413968"/>
    <w:rsid w:val="00414EC1"/>
    <w:rsid w:val="00416544"/>
    <w:rsid w:val="00425F8E"/>
    <w:rsid w:val="0043195D"/>
    <w:rsid w:val="00442A04"/>
    <w:rsid w:val="00443448"/>
    <w:rsid w:val="00443ADC"/>
    <w:rsid w:val="004440E5"/>
    <w:rsid w:val="00445292"/>
    <w:rsid w:val="004457A4"/>
    <w:rsid w:val="0045054F"/>
    <w:rsid w:val="00453747"/>
    <w:rsid w:val="00454477"/>
    <w:rsid w:val="0045488B"/>
    <w:rsid w:val="00455F80"/>
    <w:rsid w:val="004612F3"/>
    <w:rsid w:val="0046190F"/>
    <w:rsid w:val="00462A49"/>
    <w:rsid w:val="0046773A"/>
    <w:rsid w:val="00467D62"/>
    <w:rsid w:val="00472D42"/>
    <w:rsid w:val="00475EEB"/>
    <w:rsid w:val="004767FB"/>
    <w:rsid w:val="00482B79"/>
    <w:rsid w:val="00491A80"/>
    <w:rsid w:val="00496FC4"/>
    <w:rsid w:val="00497B97"/>
    <w:rsid w:val="004A48C1"/>
    <w:rsid w:val="004A4945"/>
    <w:rsid w:val="004B1D1C"/>
    <w:rsid w:val="004B3AE4"/>
    <w:rsid w:val="004B41E5"/>
    <w:rsid w:val="004B7145"/>
    <w:rsid w:val="004C02C9"/>
    <w:rsid w:val="004C02F8"/>
    <w:rsid w:val="004C329F"/>
    <w:rsid w:val="004C48CB"/>
    <w:rsid w:val="004D4F7B"/>
    <w:rsid w:val="004D555E"/>
    <w:rsid w:val="004D594D"/>
    <w:rsid w:val="004D6DE5"/>
    <w:rsid w:val="004D7118"/>
    <w:rsid w:val="004E32E0"/>
    <w:rsid w:val="004E3791"/>
    <w:rsid w:val="004E3811"/>
    <w:rsid w:val="004E4868"/>
    <w:rsid w:val="004F1F80"/>
    <w:rsid w:val="004F5AA9"/>
    <w:rsid w:val="004F6140"/>
    <w:rsid w:val="00500646"/>
    <w:rsid w:val="00502F6F"/>
    <w:rsid w:val="00513A2F"/>
    <w:rsid w:val="00514C04"/>
    <w:rsid w:val="005209D9"/>
    <w:rsid w:val="005276CC"/>
    <w:rsid w:val="005300F7"/>
    <w:rsid w:val="005310C9"/>
    <w:rsid w:val="00531696"/>
    <w:rsid w:val="00533339"/>
    <w:rsid w:val="005344FC"/>
    <w:rsid w:val="00537863"/>
    <w:rsid w:val="00541490"/>
    <w:rsid w:val="00546293"/>
    <w:rsid w:val="00546AEF"/>
    <w:rsid w:val="00560DA2"/>
    <w:rsid w:val="00570C02"/>
    <w:rsid w:val="00572DCA"/>
    <w:rsid w:val="00575130"/>
    <w:rsid w:val="00576B51"/>
    <w:rsid w:val="00583F31"/>
    <w:rsid w:val="00585232"/>
    <w:rsid w:val="00585E44"/>
    <w:rsid w:val="00586B48"/>
    <w:rsid w:val="005909A5"/>
    <w:rsid w:val="005975AA"/>
    <w:rsid w:val="005A17CA"/>
    <w:rsid w:val="005A1A90"/>
    <w:rsid w:val="005A23FB"/>
    <w:rsid w:val="005A2B8E"/>
    <w:rsid w:val="005B20EF"/>
    <w:rsid w:val="005B275A"/>
    <w:rsid w:val="005C4001"/>
    <w:rsid w:val="005C4B8F"/>
    <w:rsid w:val="005D1AD1"/>
    <w:rsid w:val="005D1EBE"/>
    <w:rsid w:val="005D4A95"/>
    <w:rsid w:val="005E1B65"/>
    <w:rsid w:val="005E26F0"/>
    <w:rsid w:val="005E4509"/>
    <w:rsid w:val="005E5AB3"/>
    <w:rsid w:val="005F08CA"/>
    <w:rsid w:val="005F6F73"/>
    <w:rsid w:val="00600782"/>
    <w:rsid w:val="006029BD"/>
    <w:rsid w:val="00606BCA"/>
    <w:rsid w:val="006079AC"/>
    <w:rsid w:val="0061065C"/>
    <w:rsid w:val="006145CB"/>
    <w:rsid w:val="00616FAE"/>
    <w:rsid w:val="0061796E"/>
    <w:rsid w:val="0062187D"/>
    <w:rsid w:val="00625848"/>
    <w:rsid w:val="006262F5"/>
    <w:rsid w:val="00640F73"/>
    <w:rsid w:val="00650377"/>
    <w:rsid w:val="00651740"/>
    <w:rsid w:val="00651D10"/>
    <w:rsid w:val="00654653"/>
    <w:rsid w:val="00656E63"/>
    <w:rsid w:val="006626B2"/>
    <w:rsid w:val="0066298D"/>
    <w:rsid w:val="006662BE"/>
    <w:rsid w:val="006679AA"/>
    <w:rsid w:val="006704E0"/>
    <w:rsid w:val="006705F9"/>
    <w:rsid w:val="006725F1"/>
    <w:rsid w:val="00681F87"/>
    <w:rsid w:val="006840B5"/>
    <w:rsid w:val="006845BB"/>
    <w:rsid w:val="0068600C"/>
    <w:rsid w:val="00687742"/>
    <w:rsid w:val="00691E4D"/>
    <w:rsid w:val="006927C3"/>
    <w:rsid w:val="0069748F"/>
    <w:rsid w:val="006A285F"/>
    <w:rsid w:val="006A38DC"/>
    <w:rsid w:val="006A6902"/>
    <w:rsid w:val="006B01CE"/>
    <w:rsid w:val="006B3727"/>
    <w:rsid w:val="006B423F"/>
    <w:rsid w:val="006B4AB9"/>
    <w:rsid w:val="006C42E8"/>
    <w:rsid w:val="006C4C3E"/>
    <w:rsid w:val="006C56EA"/>
    <w:rsid w:val="006C7E13"/>
    <w:rsid w:val="006D295A"/>
    <w:rsid w:val="006D3C62"/>
    <w:rsid w:val="006E4125"/>
    <w:rsid w:val="006E638B"/>
    <w:rsid w:val="006E692F"/>
    <w:rsid w:val="006F070E"/>
    <w:rsid w:val="006F23F6"/>
    <w:rsid w:val="006F24AA"/>
    <w:rsid w:val="006F518E"/>
    <w:rsid w:val="00703952"/>
    <w:rsid w:val="00712086"/>
    <w:rsid w:val="00715D76"/>
    <w:rsid w:val="00716AF3"/>
    <w:rsid w:val="00717E3F"/>
    <w:rsid w:val="007233DD"/>
    <w:rsid w:val="00724A34"/>
    <w:rsid w:val="00724C0C"/>
    <w:rsid w:val="00731C05"/>
    <w:rsid w:val="00731C17"/>
    <w:rsid w:val="007339EF"/>
    <w:rsid w:val="007344B4"/>
    <w:rsid w:val="00734593"/>
    <w:rsid w:val="007359C7"/>
    <w:rsid w:val="00736D38"/>
    <w:rsid w:val="007400F7"/>
    <w:rsid w:val="007436E4"/>
    <w:rsid w:val="007446F8"/>
    <w:rsid w:val="0074517A"/>
    <w:rsid w:val="007461D1"/>
    <w:rsid w:val="0075021E"/>
    <w:rsid w:val="00750840"/>
    <w:rsid w:val="00750B6E"/>
    <w:rsid w:val="0075145C"/>
    <w:rsid w:val="007527AE"/>
    <w:rsid w:val="007550E6"/>
    <w:rsid w:val="00757683"/>
    <w:rsid w:val="007600EC"/>
    <w:rsid w:val="00762B62"/>
    <w:rsid w:val="00766C60"/>
    <w:rsid w:val="0076769C"/>
    <w:rsid w:val="00771254"/>
    <w:rsid w:val="007729EE"/>
    <w:rsid w:val="00773800"/>
    <w:rsid w:val="007749B2"/>
    <w:rsid w:val="007759B2"/>
    <w:rsid w:val="00784171"/>
    <w:rsid w:val="00785B67"/>
    <w:rsid w:val="00787631"/>
    <w:rsid w:val="0079116A"/>
    <w:rsid w:val="00791B28"/>
    <w:rsid w:val="00791F50"/>
    <w:rsid w:val="00793DB8"/>
    <w:rsid w:val="0079408F"/>
    <w:rsid w:val="00796ACC"/>
    <w:rsid w:val="007973BD"/>
    <w:rsid w:val="007978F0"/>
    <w:rsid w:val="007A0FF7"/>
    <w:rsid w:val="007A2BC7"/>
    <w:rsid w:val="007A469C"/>
    <w:rsid w:val="007A74B0"/>
    <w:rsid w:val="007C2AE6"/>
    <w:rsid w:val="007C3E80"/>
    <w:rsid w:val="007C5B7A"/>
    <w:rsid w:val="007D1A15"/>
    <w:rsid w:val="007E702B"/>
    <w:rsid w:val="007E7E6B"/>
    <w:rsid w:val="007F0416"/>
    <w:rsid w:val="007F4B0A"/>
    <w:rsid w:val="007F64B1"/>
    <w:rsid w:val="00800DDA"/>
    <w:rsid w:val="00804D0D"/>
    <w:rsid w:val="00814531"/>
    <w:rsid w:val="00814E12"/>
    <w:rsid w:val="008178FF"/>
    <w:rsid w:val="00823DD0"/>
    <w:rsid w:val="0082584A"/>
    <w:rsid w:val="0082634C"/>
    <w:rsid w:val="0082756F"/>
    <w:rsid w:val="00827B07"/>
    <w:rsid w:val="008314F6"/>
    <w:rsid w:val="008323C3"/>
    <w:rsid w:val="00834C20"/>
    <w:rsid w:val="00834E0A"/>
    <w:rsid w:val="0083691F"/>
    <w:rsid w:val="008377DE"/>
    <w:rsid w:val="00846512"/>
    <w:rsid w:val="008468AD"/>
    <w:rsid w:val="00847BDA"/>
    <w:rsid w:val="00850F0C"/>
    <w:rsid w:val="0085477D"/>
    <w:rsid w:val="0085777C"/>
    <w:rsid w:val="00861876"/>
    <w:rsid w:val="00864F5E"/>
    <w:rsid w:val="00882D8A"/>
    <w:rsid w:val="00884F35"/>
    <w:rsid w:val="008A24D0"/>
    <w:rsid w:val="008A4344"/>
    <w:rsid w:val="008A5E19"/>
    <w:rsid w:val="008B3B41"/>
    <w:rsid w:val="008B642F"/>
    <w:rsid w:val="008B747D"/>
    <w:rsid w:val="008C00F4"/>
    <w:rsid w:val="008C2993"/>
    <w:rsid w:val="008C3246"/>
    <w:rsid w:val="008C5594"/>
    <w:rsid w:val="008D0D39"/>
    <w:rsid w:val="008D514E"/>
    <w:rsid w:val="008E3658"/>
    <w:rsid w:val="008E69DE"/>
    <w:rsid w:val="008E6AB0"/>
    <w:rsid w:val="008F1D42"/>
    <w:rsid w:val="008F4544"/>
    <w:rsid w:val="0090147C"/>
    <w:rsid w:val="0090263B"/>
    <w:rsid w:val="00906842"/>
    <w:rsid w:val="009129F2"/>
    <w:rsid w:val="00912F33"/>
    <w:rsid w:val="009134F9"/>
    <w:rsid w:val="00913A4F"/>
    <w:rsid w:val="0091539B"/>
    <w:rsid w:val="00917F36"/>
    <w:rsid w:val="00920A11"/>
    <w:rsid w:val="009221EB"/>
    <w:rsid w:val="009237CA"/>
    <w:rsid w:val="009249EE"/>
    <w:rsid w:val="0092792C"/>
    <w:rsid w:val="00930A87"/>
    <w:rsid w:val="009318F8"/>
    <w:rsid w:val="00932987"/>
    <w:rsid w:val="00935415"/>
    <w:rsid w:val="00935B8B"/>
    <w:rsid w:val="00936858"/>
    <w:rsid w:val="00941CCF"/>
    <w:rsid w:val="00943DA2"/>
    <w:rsid w:val="009472ED"/>
    <w:rsid w:val="0095043A"/>
    <w:rsid w:val="00956501"/>
    <w:rsid w:val="00957C2F"/>
    <w:rsid w:val="009605A6"/>
    <w:rsid w:val="009608D6"/>
    <w:rsid w:val="00961154"/>
    <w:rsid w:val="00962769"/>
    <w:rsid w:val="00966163"/>
    <w:rsid w:val="00974BD5"/>
    <w:rsid w:val="00975586"/>
    <w:rsid w:val="0098260C"/>
    <w:rsid w:val="00983169"/>
    <w:rsid w:val="00983857"/>
    <w:rsid w:val="00983919"/>
    <w:rsid w:val="0098391B"/>
    <w:rsid w:val="00983EA4"/>
    <w:rsid w:val="0098412B"/>
    <w:rsid w:val="00987C19"/>
    <w:rsid w:val="00987EE9"/>
    <w:rsid w:val="0099384B"/>
    <w:rsid w:val="00996D27"/>
    <w:rsid w:val="009B0C85"/>
    <w:rsid w:val="009B10A2"/>
    <w:rsid w:val="009B11F9"/>
    <w:rsid w:val="009B46BC"/>
    <w:rsid w:val="009B59D3"/>
    <w:rsid w:val="009B6357"/>
    <w:rsid w:val="009C147F"/>
    <w:rsid w:val="009C4206"/>
    <w:rsid w:val="009D1FB9"/>
    <w:rsid w:val="009D29B7"/>
    <w:rsid w:val="009D2A74"/>
    <w:rsid w:val="009D79AC"/>
    <w:rsid w:val="009D7B8A"/>
    <w:rsid w:val="009E0A19"/>
    <w:rsid w:val="009E134F"/>
    <w:rsid w:val="009E1D3B"/>
    <w:rsid w:val="009E656D"/>
    <w:rsid w:val="00A00F34"/>
    <w:rsid w:val="00A0174E"/>
    <w:rsid w:val="00A03259"/>
    <w:rsid w:val="00A07478"/>
    <w:rsid w:val="00A134DE"/>
    <w:rsid w:val="00A1384C"/>
    <w:rsid w:val="00A15687"/>
    <w:rsid w:val="00A176E9"/>
    <w:rsid w:val="00A17F82"/>
    <w:rsid w:val="00A204EE"/>
    <w:rsid w:val="00A20C3B"/>
    <w:rsid w:val="00A32193"/>
    <w:rsid w:val="00A32ABF"/>
    <w:rsid w:val="00A3378E"/>
    <w:rsid w:val="00A36EBF"/>
    <w:rsid w:val="00A36EEC"/>
    <w:rsid w:val="00A4197C"/>
    <w:rsid w:val="00A42789"/>
    <w:rsid w:val="00A43D67"/>
    <w:rsid w:val="00A516F3"/>
    <w:rsid w:val="00A5316A"/>
    <w:rsid w:val="00A5334D"/>
    <w:rsid w:val="00A60C8C"/>
    <w:rsid w:val="00A61C1E"/>
    <w:rsid w:val="00A61CE5"/>
    <w:rsid w:val="00A625E2"/>
    <w:rsid w:val="00A62D24"/>
    <w:rsid w:val="00A72D90"/>
    <w:rsid w:val="00A7340C"/>
    <w:rsid w:val="00A752BA"/>
    <w:rsid w:val="00A818D7"/>
    <w:rsid w:val="00A92CC9"/>
    <w:rsid w:val="00A93CC7"/>
    <w:rsid w:val="00A94690"/>
    <w:rsid w:val="00A96131"/>
    <w:rsid w:val="00A9701B"/>
    <w:rsid w:val="00AA6C41"/>
    <w:rsid w:val="00AA77A0"/>
    <w:rsid w:val="00AB0B02"/>
    <w:rsid w:val="00AB1F68"/>
    <w:rsid w:val="00AB77E3"/>
    <w:rsid w:val="00AC1098"/>
    <w:rsid w:val="00AC19DC"/>
    <w:rsid w:val="00AC2FAF"/>
    <w:rsid w:val="00AC6D24"/>
    <w:rsid w:val="00AC7002"/>
    <w:rsid w:val="00AC76AC"/>
    <w:rsid w:val="00AD2AD5"/>
    <w:rsid w:val="00AD4A38"/>
    <w:rsid w:val="00AD77EE"/>
    <w:rsid w:val="00AE1AF7"/>
    <w:rsid w:val="00AE58D0"/>
    <w:rsid w:val="00AE668F"/>
    <w:rsid w:val="00AE7C50"/>
    <w:rsid w:val="00AF1898"/>
    <w:rsid w:val="00AF51BB"/>
    <w:rsid w:val="00AF6AE3"/>
    <w:rsid w:val="00B03580"/>
    <w:rsid w:val="00B04293"/>
    <w:rsid w:val="00B04BC4"/>
    <w:rsid w:val="00B06816"/>
    <w:rsid w:val="00B07199"/>
    <w:rsid w:val="00B11E0C"/>
    <w:rsid w:val="00B12EF6"/>
    <w:rsid w:val="00B1364D"/>
    <w:rsid w:val="00B24223"/>
    <w:rsid w:val="00B26E4C"/>
    <w:rsid w:val="00B274FF"/>
    <w:rsid w:val="00B32134"/>
    <w:rsid w:val="00B335AC"/>
    <w:rsid w:val="00B371B9"/>
    <w:rsid w:val="00B43FAD"/>
    <w:rsid w:val="00B504C4"/>
    <w:rsid w:val="00B508C2"/>
    <w:rsid w:val="00B5149B"/>
    <w:rsid w:val="00B52905"/>
    <w:rsid w:val="00B530ED"/>
    <w:rsid w:val="00B5448E"/>
    <w:rsid w:val="00B545A9"/>
    <w:rsid w:val="00B60684"/>
    <w:rsid w:val="00B60F68"/>
    <w:rsid w:val="00B62D93"/>
    <w:rsid w:val="00B64FFD"/>
    <w:rsid w:val="00B6515E"/>
    <w:rsid w:val="00B65292"/>
    <w:rsid w:val="00B719D0"/>
    <w:rsid w:val="00B74D60"/>
    <w:rsid w:val="00B75D74"/>
    <w:rsid w:val="00B7618C"/>
    <w:rsid w:val="00B7629E"/>
    <w:rsid w:val="00B7664D"/>
    <w:rsid w:val="00B86947"/>
    <w:rsid w:val="00B90FAF"/>
    <w:rsid w:val="00B913F0"/>
    <w:rsid w:val="00B920E9"/>
    <w:rsid w:val="00B946E2"/>
    <w:rsid w:val="00B972CD"/>
    <w:rsid w:val="00BA0BCF"/>
    <w:rsid w:val="00BA2D84"/>
    <w:rsid w:val="00BA5CB0"/>
    <w:rsid w:val="00BB131C"/>
    <w:rsid w:val="00BC023D"/>
    <w:rsid w:val="00BC04BE"/>
    <w:rsid w:val="00BC4746"/>
    <w:rsid w:val="00BD1281"/>
    <w:rsid w:val="00BD6F6B"/>
    <w:rsid w:val="00BD7C2C"/>
    <w:rsid w:val="00BE05B0"/>
    <w:rsid w:val="00BE2348"/>
    <w:rsid w:val="00BE77C6"/>
    <w:rsid w:val="00BE7E15"/>
    <w:rsid w:val="00BF0D64"/>
    <w:rsid w:val="00BF1274"/>
    <w:rsid w:val="00BF4254"/>
    <w:rsid w:val="00BF7BB2"/>
    <w:rsid w:val="00BF7E6E"/>
    <w:rsid w:val="00C044E6"/>
    <w:rsid w:val="00C05F90"/>
    <w:rsid w:val="00C0742E"/>
    <w:rsid w:val="00C07A84"/>
    <w:rsid w:val="00C16257"/>
    <w:rsid w:val="00C17455"/>
    <w:rsid w:val="00C23E10"/>
    <w:rsid w:val="00C2769D"/>
    <w:rsid w:val="00C34371"/>
    <w:rsid w:val="00C37A8E"/>
    <w:rsid w:val="00C4046F"/>
    <w:rsid w:val="00C407C8"/>
    <w:rsid w:val="00C40B62"/>
    <w:rsid w:val="00C50BAC"/>
    <w:rsid w:val="00C5331C"/>
    <w:rsid w:val="00C55180"/>
    <w:rsid w:val="00C56B83"/>
    <w:rsid w:val="00C61EE4"/>
    <w:rsid w:val="00C6477E"/>
    <w:rsid w:val="00C658E0"/>
    <w:rsid w:val="00C6774A"/>
    <w:rsid w:val="00C73BB0"/>
    <w:rsid w:val="00C80BBE"/>
    <w:rsid w:val="00C8309F"/>
    <w:rsid w:val="00C83F2E"/>
    <w:rsid w:val="00C85703"/>
    <w:rsid w:val="00C874CC"/>
    <w:rsid w:val="00C9012C"/>
    <w:rsid w:val="00C95708"/>
    <w:rsid w:val="00C96F9C"/>
    <w:rsid w:val="00CA0F1F"/>
    <w:rsid w:val="00CA3186"/>
    <w:rsid w:val="00CA5EF0"/>
    <w:rsid w:val="00CA6F83"/>
    <w:rsid w:val="00CB1A84"/>
    <w:rsid w:val="00CB2098"/>
    <w:rsid w:val="00CB286A"/>
    <w:rsid w:val="00CC3840"/>
    <w:rsid w:val="00CC6F2B"/>
    <w:rsid w:val="00CE0E9D"/>
    <w:rsid w:val="00CE1495"/>
    <w:rsid w:val="00CE21CC"/>
    <w:rsid w:val="00CE7A88"/>
    <w:rsid w:val="00CF1EED"/>
    <w:rsid w:val="00D11AC4"/>
    <w:rsid w:val="00D12F48"/>
    <w:rsid w:val="00D202E2"/>
    <w:rsid w:val="00D20370"/>
    <w:rsid w:val="00D20FA8"/>
    <w:rsid w:val="00D24A71"/>
    <w:rsid w:val="00D30361"/>
    <w:rsid w:val="00D304C4"/>
    <w:rsid w:val="00D31C62"/>
    <w:rsid w:val="00D3336B"/>
    <w:rsid w:val="00D34123"/>
    <w:rsid w:val="00D37192"/>
    <w:rsid w:val="00D45DEF"/>
    <w:rsid w:val="00D45F4B"/>
    <w:rsid w:val="00D5405B"/>
    <w:rsid w:val="00D55846"/>
    <w:rsid w:val="00D57E50"/>
    <w:rsid w:val="00D664AF"/>
    <w:rsid w:val="00D71318"/>
    <w:rsid w:val="00D7143F"/>
    <w:rsid w:val="00D7409F"/>
    <w:rsid w:val="00D7411D"/>
    <w:rsid w:val="00D75909"/>
    <w:rsid w:val="00D77249"/>
    <w:rsid w:val="00D87BDC"/>
    <w:rsid w:val="00D90B96"/>
    <w:rsid w:val="00D91B1B"/>
    <w:rsid w:val="00D93809"/>
    <w:rsid w:val="00D946B5"/>
    <w:rsid w:val="00D95ED0"/>
    <w:rsid w:val="00D971A9"/>
    <w:rsid w:val="00DA46B2"/>
    <w:rsid w:val="00DA7B61"/>
    <w:rsid w:val="00DB1A7B"/>
    <w:rsid w:val="00DB79A4"/>
    <w:rsid w:val="00DC4C30"/>
    <w:rsid w:val="00DC75FE"/>
    <w:rsid w:val="00DC7744"/>
    <w:rsid w:val="00DD03AB"/>
    <w:rsid w:val="00DD07C1"/>
    <w:rsid w:val="00DD48A1"/>
    <w:rsid w:val="00DE3823"/>
    <w:rsid w:val="00DE65D0"/>
    <w:rsid w:val="00DE7CE8"/>
    <w:rsid w:val="00DF08FC"/>
    <w:rsid w:val="00DF1F5C"/>
    <w:rsid w:val="00DF449C"/>
    <w:rsid w:val="00DF499A"/>
    <w:rsid w:val="00DF58A3"/>
    <w:rsid w:val="00DF6FCB"/>
    <w:rsid w:val="00DF7399"/>
    <w:rsid w:val="00E0084B"/>
    <w:rsid w:val="00E03739"/>
    <w:rsid w:val="00E059A2"/>
    <w:rsid w:val="00E06078"/>
    <w:rsid w:val="00E071CC"/>
    <w:rsid w:val="00E07C45"/>
    <w:rsid w:val="00E10877"/>
    <w:rsid w:val="00E13BA4"/>
    <w:rsid w:val="00E2418E"/>
    <w:rsid w:val="00E2471B"/>
    <w:rsid w:val="00E300F4"/>
    <w:rsid w:val="00E3063F"/>
    <w:rsid w:val="00E33D7B"/>
    <w:rsid w:val="00E33F48"/>
    <w:rsid w:val="00E36164"/>
    <w:rsid w:val="00E41DC6"/>
    <w:rsid w:val="00E505DD"/>
    <w:rsid w:val="00E51E44"/>
    <w:rsid w:val="00E528CB"/>
    <w:rsid w:val="00E60226"/>
    <w:rsid w:val="00E60C95"/>
    <w:rsid w:val="00E64659"/>
    <w:rsid w:val="00E65749"/>
    <w:rsid w:val="00E67A78"/>
    <w:rsid w:val="00E70710"/>
    <w:rsid w:val="00E76E1E"/>
    <w:rsid w:val="00E77E9C"/>
    <w:rsid w:val="00E8213E"/>
    <w:rsid w:val="00E84DE1"/>
    <w:rsid w:val="00E871D4"/>
    <w:rsid w:val="00E87F4C"/>
    <w:rsid w:val="00E93365"/>
    <w:rsid w:val="00E976F8"/>
    <w:rsid w:val="00EA47B7"/>
    <w:rsid w:val="00EA643E"/>
    <w:rsid w:val="00EA7289"/>
    <w:rsid w:val="00EC018D"/>
    <w:rsid w:val="00EC05F7"/>
    <w:rsid w:val="00EC3C72"/>
    <w:rsid w:val="00ED05E6"/>
    <w:rsid w:val="00ED1CB0"/>
    <w:rsid w:val="00ED307E"/>
    <w:rsid w:val="00EE0B86"/>
    <w:rsid w:val="00EE3178"/>
    <w:rsid w:val="00EE44C7"/>
    <w:rsid w:val="00EE6135"/>
    <w:rsid w:val="00EE6D9C"/>
    <w:rsid w:val="00EF266C"/>
    <w:rsid w:val="00EF349E"/>
    <w:rsid w:val="00EF4937"/>
    <w:rsid w:val="00F00859"/>
    <w:rsid w:val="00F01483"/>
    <w:rsid w:val="00F0204D"/>
    <w:rsid w:val="00F03141"/>
    <w:rsid w:val="00F04673"/>
    <w:rsid w:val="00F053E2"/>
    <w:rsid w:val="00F14651"/>
    <w:rsid w:val="00F14B1E"/>
    <w:rsid w:val="00F16692"/>
    <w:rsid w:val="00F166F0"/>
    <w:rsid w:val="00F176AE"/>
    <w:rsid w:val="00F23C25"/>
    <w:rsid w:val="00F3359B"/>
    <w:rsid w:val="00F40E68"/>
    <w:rsid w:val="00F44D83"/>
    <w:rsid w:val="00F512D1"/>
    <w:rsid w:val="00F54976"/>
    <w:rsid w:val="00F55B68"/>
    <w:rsid w:val="00F563E4"/>
    <w:rsid w:val="00F634A8"/>
    <w:rsid w:val="00F63DC4"/>
    <w:rsid w:val="00F6471E"/>
    <w:rsid w:val="00F65684"/>
    <w:rsid w:val="00F708CA"/>
    <w:rsid w:val="00F71E33"/>
    <w:rsid w:val="00F72AF8"/>
    <w:rsid w:val="00F733DF"/>
    <w:rsid w:val="00F75DEE"/>
    <w:rsid w:val="00F816C2"/>
    <w:rsid w:val="00F81DA0"/>
    <w:rsid w:val="00F82199"/>
    <w:rsid w:val="00F83CD3"/>
    <w:rsid w:val="00F91655"/>
    <w:rsid w:val="00F9196F"/>
    <w:rsid w:val="00F91E5D"/>
    <w:rsid w:val="00F92394"/>
    <w:rsid w:val="00F957CD"/>
    <w:rsid w:val="00F96F3D"/>
    <w:rsid w:val="00F97568"/>
    <w:rsid w:val="00FA039D"/>
    <w:rsid w:val="00FA55BC"/>
    <w:rsid w:val="00FA646A"/>
    <w:rsid w:val="00FA722F"/>
    <w:rsid w:val="00FB44E6"/>
    <w:rsid w:val="00FC2260"/>
    <w:rsid w:val="00FC3219"/>
    <w:rsid w:val="00FD49B8"/>
    <w:rsid w:val="00FE11D0"/>
    <w:rsid w:val="00FE5CCA"/>
    <w:rsid w:val="00FE7597"/>
    <w:rsid w:val="00FF184B"/>
    <w:rsid w:val="00FF607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03580"/>
    <w:rPr>
      <w:sz w:val="20"/>
      <w:szCs w:val="20"/>
    </w:rPr>
  </w:style>
  <w:style w:type="paragraph" w:styleId="Heading1">
    <w:name w:val="heading 1"/>
    <w:basedOn w:val="Normal"/>
    <w:next w:val="Normal"/>
    <w:link w:val="Heading1Char"/>
    <w:uiPriority w:val="99"/>
    <w:qFormat/>
    <w:rsid w:val="00374DB8"/>
    <w:pPr>
      <w:keepNext/>
      <w:jc w:val="center"/>
      <w:outlineLvl w:val="0"/>
    </w:pPr>
    <w:rPr>
      <w:rFonts w:ascii="Bookman Old Style" w:hAnsi="Bookman Old Style"/>
      <w:b/>
      <w:i/>
      <w:sz w:val="28"/>
    </w:rPr>
  </w:style>
  <w:style w:type="paragraph" w:styleId="Heading2">
    <w:name w:val="heading 2"/>
    <w:basedOn w:val="Normal"/>
    <w:next w:val="Normal"/>
    <w:link w:val="Heading2Char"/>
    <w:uiPriority w:val="99"/>
    <w:qFormat/>
    <w:rsid w:val="00374DB8"/>
    <w:pPr>
      <w:keepNext/>
      <w:jc w:val="center"/>
      <w:outlineLvl w:val="1"/>
    </w:pPr>
    <w:rPr>
      <w:rFonts w:ascii="Bookman Old Style" w:hAnsi="Bookman Old Style"/>
      <w:b/>
      <w:i/>
      <w:sz w:val="22"/>
    </w:rPr>
  </w:style>
  <w:style w:type="paragraph" w:styleId="Heading3">
    <w:name w:val="heading 3"/>
    <w:basedOn w:val="Normal"/>
    <w:next w:val="Normal"/>
    <w:link w:val="Heading3Char"/>
    <w:uiPriority w:val="99"/>
    <w:qFormat/>
    <w:rsid w:val="00374DB8"/>
    <w:pPr>
      <w:keepNext/>
      <w:jc w:val="center"/>
      <w:outlineLvl w:val="2"/>
    </w:pPr>
    <w:rPr>
      <w:rFonts w:ascii="Arial" w:hAnsi="Arial"/>
      <w:b/>
      <w:sz w:val="24"/>
    </w:rPr>
  </w:style>
  <w:style w:type="paragraph" w:styleId="Heading4">
    <w:name w:val="heading 4"/>
    <w:basedOn w:val="Normal"/>
    <w:next w:val="Normal"/>
    <w:link w:val="Heading4Char"/>
    <w:uiPriority w:val="99"/>
    <w:qFormat/>
    <w:rsid w:val="00374DB8"/>
    <w:pPr>
      <w:keepNext/>
      <w:jc w:val="center"/>
      <w:outlineLvl w:val="3"/>
    </w:pPr>
    <w:rPr>
      <w:rFonts w:ascii="Bookman Old Style" w:hAnsi="Bookman Old Style"/>
      <w:b/>
    </w:rPr>
  </w:style>
  <w:style w:type="paragraph" w:styleId="Heading5">
    <w:name w:val="heading 5"/>
    <w:basedOn w:val="Normal"/>
    <w:next w:val="Normal"/>
    <w:link w:val="Heading5Char"/>
    <w:uiPriority w:val="99"/>
    <w:qFormat/>
    <w:rsid w:val="00374DB8"/>
    <w:pPr>
      <w:keepNext/>
      <w:jc w:val="center"/>
      <w:outlineLvl w:val="4"/>
    </w:pPr>
    <w:rPr>
      <w:rFonts w:ascii="Arial" w:hAnsi="Arial"/>
      <w:b/>
      <w:sz w:val="22"/>
    </w:rPr>
  </w:style>
  <w:style w:type="paragraph" w:styleId="Heading6">
    <w:name w:val="heading 6"/>
    <w:basedOn w:val="Normal"/>
    <w:next w:val="Normal"/>
    <w:link w:val="Heading6Char"/>
    <w:uiPriority w:val="99"/>
    <w:qFormat/>
    <w:rsid w:val="00374DB8"/>
    <w:pPr>
      <w:keepNext/>
      <w:jc w:val="both"/>
      <w:outlineLvl w:val="5"/>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3747"/>
    <w:rPr>
      <w:rFonts w:ascii="Bookman Old Style" w:hAnsi="Bookman Old Style" w:cs="Times New Roman"/>
      <w:b/>
      <w:i/>
      <w:sz w:val="28"/>
    </w:rPr>
  </w:style>
  <w:style w:type="character" w:customStyle="1" w:styleId="Heading2Char">
    <w:name w:val="Heading 2 Char"/>
    <w:basedOn w:val="DefaultParagraphFont"/>
    <w:link w:val="Heading2"/>
    <w:uiPriority w:val="99"/>
    <w:semiHidden/>
    <w:locked/>
    <w:rsid w:val="008E6AB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E6AB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F81DA0"/>
    <w:rPr>
      <w:rFonts w:ascii="Bookman Old Style" w:hAnsi="Bookman Old Style" w:cs="Times New Roman"/>
      <w:b/>
    </w:rPr>
  </w:style>
  <w:style w:type="character" w:customStyle="1" w:styleId="Heading5Char">
    <w:name w:val="Heading 5 Char"/>
    <w:basedOn w:val="DefaultParagraphFont"/>
    <w:link w:val="Heading5"/>
    <w:uiPriority w:val="99"/>
    <w:semiHidden/>
    <w:locked/>
    <w:rsid w:val="008E6AB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E6AB0"/>
    <w:rPr>
      <w:rFonts w:ascii="Calibri" w:hAnsi="Calibri" w:cs="Times New Roman"/>
      <w:b/>
      <w:bCs/>
    </w:rPr>
  </w:style>
  <w:style w:type="paragraph" w:styleId="Title">
    <w:name w:val="Title"/>
    <w:basedOn w:val="Normal"/>
    <w:link w:val="TitleChar"/>
    <w:uiPriority w:val="99"/>
    <w:qFormat/>
    <w:rsid w:val="00374DB8"/>
    <w:pPr>
      <w:jc w:val="center"/>
    </w:pPr>
    <w:rPr>
      <w:rFonts w:ascii="Bookman Old Style" w:hAnsi="Bookman Old Style"/>
      <w:b/>
      <w:sz w:val="24"/>
    </w:rPr>
  </w:style>
  <w:style w:type="character" w:customStyle="1" w:styleId="TitleChar">
    <w:name w:val="Title Char"/>
    <w:basedOn w:val="DefaultParagraphFont"/>
    <w:link w:val="Title"/>
    <w:uiPriority w:val="99"/>
    <w:locked/>
    <w:rsid w:val="008E6AB0"/>
    <w:rPr>
      <w:rFonts w:ascii="Cambria" w:hAnsi="Cambria" w:cs="Times New Roman"/>
      <w:b/>
      <w:bCs/>
      <w:kern w:val="28"/>
      <w:sz w:val="32"/>
      <w:szCs w:val="32"/>
    </w:rPr>
  </w:style>
  <w:style w:type="paragraph" w:styleId="BodyText">
    <w:name w:val="Body Text"/>
    <w:basedOn w:val="Normal"/>
    <w:link w:val="BodyTextChar"/>
    <w:uiPriority w:val="99"/>
    <w:rsid w:val="00374DB8"/>
    <w:pPr>
      <w:jc w:val="both"/>
    </w:pPr>
    <w:rPr>
      <w:rFonts w:ascii="Bookman Old Style" w:hAnsi="Bookman Old Style"/>
      <w:sz w:val="24"/>
    </w:rPr>
  </w:style>
  <w:style w:type="character" w:customStyle="1" w:styleId="BodyTextChar">
    <w:name w:val="Body Text Char"/>
    <w:basedOn w:val="DefaultParagraphFont"/>
    <w:link w:val="BodyText"/>
    <w:uiPriority w:val="99"/>
    <w:locked/>
    <w:rsid w:val="00453747"/>
    <w:rPr>
      <w:rFonts w:ascii="Bookman Old Style" w:hAnsi="Bookman Old Style" w:cs="Times New Roman"/>
      <w:sz w:val="24"/>
    </w:rPr>
  </w:style>
  <w:style w:type="paragraph" w:styleId="BodyText2">
    <w:name w:val="Body Text 2"/>
    <w:basedOn w:val="Normal"/>
    <w:link w:val="BodyText2Char"/>
    <w:uiPriority w:val="99"/>
    <w:rsid w:val="00374DB8"/>
    <w:pPr>
      <w:jc w:val="both"/>
    </w:pPr>
    <w:rPr>
      <w:rFonts w:ascii="Arial" w:hAnsi="Arial"/>
      <w:sz w:val="22"/>
    </w:rPr>
  </w:style>
  <w:style w:type="character" w:customStyle="1" w:styleId="BodyText2Char">
    <w:name w:val="Body Text 2 Char"/>
    <w:basedOn w:val="DefaultParagraphFont"/>
    <w:link w:val="BodyText2"/>
    <w:uiPriority w:val="99"/>
    <w:semiHidden/>
    <w:locked/>
    <w:rsid w:val="008E6AB0"/>
    <w:rPr>
      <w:rFonts w:cs="Times New Roman"/>
      <w:sz w:val="20"/>
      <w:szCs w:val="20"/>
    </w:rPr>
  </w:style>
  <w:style w:type="paragraph" w:styleId="BodyText3">
    <w:name w:val="Body Text 3"/>
    <w:basedOn w:val="Normal"/>
    <w:link w:val="BodyText3Char"/>
    <w:uiPriority w:val="99"/>
    <w:rsid w:val="001E26D9"/>
    <w:pPr>
      <w:spacing w:after="120"/>
    </w:pPr>
    <w:rPr>
      <w:sz w:val="16"/>
      <w:szCs w:val="16"/>
    </w:rPr>
  </w:style>
  <w:style w:type="character" w:customStyle="1" w:styleId="BodyText3Char">
    <w:name w:val="Body Text 3 Char"/>
    <w:basedOn w:val="DefaultParagraphFont"/>
    <w:link w:val="BodyText3"/>
    <w:uiPriority w:val="99"/>
    <w:locked/>
    <w:rsid w:val="004B3AE4"/>
    <w:rPr>
      <w:rFonts w:cs="Times New Roman"/>
      <w:sz w:val="16"/>
      <w:szCs w:val="16"/>
    </w:rPr>
  </w:style>
  <w:style w:type="paragraph" w:styleId="PlainText">
    <w:name w:val="Plain Text"/>
    <w:basedOn w:val="Normal"/>
    <w:link w:val="PlainTextChar"/>
    <w:uiPriority w:val="99"/>
    <w:rsid w:val="00AF1898"/>
    <w:rPr>
      <w:rFonts w:ascii="Courier New" w:hAnsi="Courier New"/>
    </w:rPr>
  </w:style>
  <w:style w:type="character" w:customStyle="1" w:styleId="PlainTextChar">
    <w:name w:val="Plain Text Char"/>
    <w:basedOn w:val="DefaultParagraphFont"/>
    <w:link w:val="PlainText"/>
    <w:uiPriority w:val="99"/>
    <w:locked/>
    <w:rsid w:val="00AF1898"/>
    <w:rPr>
      <w:rFonts w:ascii="Courier New" w:hAnsi="Courier New" w:cs="Times New Roman"/>
    </w:rPr>
  </w:style>
  <w:style w:type="table" w:styleId="TableGrid">
    <w:name w:val="Table Grid"/>
    <w:basedOn w:val="TableNormal"/>
    <w:uiPriority w:val="99"/>
    <w:rsid w:val="00B946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707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0710"/>
    <w:rPr>
      <w:rFonts w:ascii="Tahoma" w:hAnsi="Tahoma" w:cs="Tahoma"/>
      <w:sz w:val="16"/>
      <w:szCs w:val="16"/>
    </w:rPr>
  </w:style>
  <w:style w:type="paragraph" w:styleId="NormalWeb">
    <w:name w:val="Normal (Web)"/>
    <w:basedOn w:val="Normal"/>
    <w:uiPriority w:val="99"/>
    <w:semiHidden/>
    <w:locked/>
    <w:rsid w:val="00C044E6"/>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927153321">
      <w:marLeft w:val="0"/>
      <w:marRight w:val="0"/>
      <w:marTop w:val="0"/>
      <w:marBottom w:val="0"/>
      <w:divBdr>
        <w:top w:val="none" w:sz="0" w:space="0" w:color="auto"/>
        <w:left w:val="none" w:sz="0" w:space="0" w:color="auto"/>
        <w:bottom w:val="none" w:sz="0" w:space="0" w:color="auto"/>
        <w:right w:val="none" w:sz="0" w:space="0" w:color="auto"/>
      </w:divBdr>
    </w:div>
    <w:div w:id="1927153322">
      <w:marLeft w:val="0"/>
      <w:marRight w:val="0"/>
      <w:marTop w:val="0"/>
      <w:marBottom w:val="0"/>
      <w:divBdr>
        <w:top w:val="none" w:sz="0" w:space="0" w:color="auto"/>
        <w:left w:val="none" w:sz="0" w:space="0" w:color="auto"/>
        <w:bottom w:val="none" w:sz="0" w:space="0" w:color="auto"/>
        <w:right w:val="none" w:sz="0" w:space="0" w:color="auto"/>
      </w:divBdr>
    </w:div>
    <w:div w:id="1927153323">
      <w:marLeft w:val="0"/>
      <w:marRight w:val="0"/>
      <w:marTop w:val="0"/>
      <w:marBottom w:val="0"/>
      <w:divBdr>
        <w:top w:val="none" w:sz="0" w:space="0" w:color="auto"/>
        <w:left w:val="none" w:sz="0" w:space="0" w:color="auto"/>
        <w:bottom w:val="none" w:sz="0" w:space="0" w:color="auto"/>
        <w:right w:val="none" w:sz="0" w:space="0" w:color="auto"/>
      </w:divBdr>
    </w:div>
    <w:div w:id="1927153324">
      <w:marLeft w:val="0"/>
      <w:marRight w:val="0"/>
      <w:marTop w:val="0"/>
      <w:marBottom w:val="0"/>
      <w:divBdr>
        <w:top w:val="none" w:sz="0" w:space="0" w:color="auto"/>
        <w:left w:val="none" w:sz="0" w:space="0" w:color="auto"/>
        <w:bottom w:val="none" w:sz="0" w:space="0" w:color="auto"/>
        <w:right w:val="none" w:sz="0" w:space="0" w:color="auto"/>
      </w:divBdr>
    </w:div>
    <w:div w:id="1927153325">
      <w:marLeft w:val="0"/>
      <w:marRight w:val="0"/>
      <w:marTop w:val="0"/>
      <w:marBottom w:val="0"/>
      <w:divBdr>
        <w:top w:val="none" w:sz="0" w:space="0" w:color="auto"/>
        <w:left w:val="none" w:sz="0" w:space="0" w:color="auto"/>
        <w:bottom w:val="none" w:sz="0" w:space="0" w:color="auto"/>
        <w:right w:val="none" w:sz="0" w:space="0" w:color="auto"/>
      </w:divBdr>
    </w:div>
    <w:div w:id="1927153326">
      <w:marLeft w:val="0"/>
      <w:marRight w:val="0"/>
      <w:marTop w:val="0"/>
      <w:marBottom w:val="0"/>
      <w:divBdr>
        <w:top w:val="none" w:sz="0" w:space="0" w:color="auto"/>
        <w:left w:val="none" w:sz="0" w:space="0" w:color="auto"/>
        <w:bottom w:val="none" w:sz="0" w:space="0" w:color="auto"/>
        <w:right w:val="none" w:sz="0" w:space="0" w:color="auto"/>
      </w:divBdr>
    </w:div>
    <w:div w:id="1927153327">
      <w:marLeft w:val="0"/>
      <w:marRight w:val="0"/>
      <w:marTop w:val="0"/>
      <w:marBottom w:val="0"/>
      <w:divBdr>
        <w:top w:val="none" w:sz="0" w:space="0" w:color="auto"/>
        <w:left w:val="none" w:sz="0" w:space="0" w:color="auto"/>
        <w:bottom w:val="none" w:sz="0" w:space="0" w:color="auto"/>
        <w:right w:val="none" w:sz="0" w:space="0" w:color="auto"/>
      </w:divBdr>
    </w:div>
    <w:div w:id="1927153328">
      <w:marLeft w:val="0"/>
      <w:marRight w:val="0"/>
      <w:marTop w:val="0"/>
      <w:marBottom w:val="0"/>
      <w:divBdr>
        <w:top w:val="none" w:sz="0" w:space="0" w:color="auto"/>
        <w:left w:val="none" w:sz="0" w:space="0" w:color="auto"/>
        <w:bottom w:val="none" w:sz="0" w:space="0" w:color="auto"/>
        <w:right w:val="none" w:sz="0" w:space="0" w:color="auto"/>
      </w:divBdr>
    </w:div>
    <w:div w:id="1927153329">
      <w:marLeft w:val="0"/>
      <w:marRight w:val="0"/>
      <w:marTop w:val="0"/>
      <w:marBottom w:val="0"/>
      <w:divBdr>
        <w:top w:val="none" w:sz="0" w:space="0" w:color="auto"/>
        <w:left w:val="none" w:sz="0" w:space="0" w:color="auto"/>
        <w:bottom w:val="none" w:sz="0" w:space="0" w:color="auto"/>
        <w:right w:val="none" w:sz="0" w:space="0" w:color="auto"/>
      </w:divBdr>
    </w:div>
    <w:div w:id="1927153330">
      <w:marLeft w:val="0"/>
      <w:marRight w:val="0"/>
      <w:marTop w:val="0"/>
      <w:marBottom w:val="0"/>
      <w:divBdr>
        <w:top w:val="none" w:sz="0" w:space="0" w:color="auto"/>
        <w:left w:val="none" w:sz="0" w:space="0" w:color="auto"/>
        <w:bottom w:val="none" w:sz="0" w:space="0" w:color="auto"/>
        <w:right w:val="none" w:sz="0" w:space="0" w:color="auto"/>
      </w:divBdr>
    </w:div>
    <w:div w:id="1927153331">
      <w:marLeft w:val="0"/>
      <w:marRight w:val="0"/>
      <w:marTop w:val="0"/>
      <w:marBottom w:val="0"/>
      <w:divBdr>
        <w:top w:val="none" w:sz="0" w:space="0" w:color="auto"/>
        <w:left w:val="none" w:sz="0" w:space="0" w:color="auto"/>
        <w:bottom w:val="none" w:sz="0" w:space="0" w:color="auto"/>
        <w:right w:val="none" w:sz="0" w:space="0" w:color="auto"/>
      </w:divBdr>
    </w:div>
    <w:div w:id="1927153332">
      <w:marLeft w:val="0"/>
      <w:marRight w:val="0"/>
      <w:marTop w:val="0"/>
      <w:marBottom w:val="0"/>
      <w:divBdr>
        <w:top w:val="none" w:sz="0" w:space="0" w:color="auto"/>
        <w:left w:val="none" w:sz="0" w:space="0" w:color="auto"/>
        <w:bottom w:val="none" w:sz="0" w:space="0" w:color="auto"/>
        <w:right w:val="none" w:sz="0" w:space="0" w:color="auto"/>
      </w:divBdr>
    </w:div>
    <w:div w:id="1927153333">
      <w:marLeft w:val="0"/>
      <w:marRight w:val="0"/>
      <w:marTop w:val="0"/>
      <w:marBottom w:val="0"/>
      <w:divBdr>
        <w:top w:val="none" w:sz="0" w:space="0" w:color="auto"/>
        <w:left w:val="none" w:sz="0" w:space="0" w:color="auto"/>
        <w:bottom w:val="none" w:sz="0" w:space="0" w:color="auto"/>
        <w:right w:val="none" w:sz="0" w:space="0" w:color="auto"/>
      </w:divBdr>
    </w:div>
    <w:div w:id="1927153334">
      <w:marLeft w:val="0"/>
      <w:marRight w:val="0"/>
      <w:marTop w:val="0"/>
      <w:marBottom w:val="0"/>
      <w:divBdr>
        <w:top w:val="none" w:sz="0" w:space="0" w:color="auto"/>
        <w:left w:val="none" w:sz="0" w:space="0" w:color="auto"/>
        <w:bottom w:val="none" w:sz="0" w:space="0" w:color="auto"/>
        <w:right w:val="none" w:sz="0" w:space="0" w:color="auto"/>
      </w:divBdr>
    </w:div>
    <w:div w:id="19271533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2</Pages>
  <Words>590</Words>
  <Characters>3366</Characters>
  <Application>Microsoft Office Outlook</Application>
  <DocSecurity>0</DocSecurity>
  <Lines>0</Lines>
  <Paragraphs>0</Paragraphs>
  <ScaleCrop>false</ScaleCrop>
  <Company>Comune di Porto Azzurro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PORTO AZZURRO</dc:title>
  <dc:subject/>
  <dc:creator>Ragioneria</dc:creator>
  <cp:keywords/>
  <dc:description/>
  <cp:lastModifiedBy>Jessica Demelas</cp:lastModifiedBy>
  <cp:revision>5</cp:revision>
  <cp:lastPrinted>2019-02-19T15:51:00Z</cp:lastPrinted>
  <dcterms:created xsi:type="dcterms:W3CDTF">2019-09-06T10:25:00Z</dcterms:created>
  <dcterms:modified xsi:type="dcterms:W3CDTF">2019-09-06T10:52:00Z</dcterms:modified>
</cp:coreProperties>
</file>